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87A" w:rsidRPr="00BB3EA6" w:rsidRDefault="004C087A" w:rsidP="004C087A">
      <w:pPr>
        <w:spacing w:after="240"/>
        <w:rPr>
          <w:i/>
          <w:sz w:val="18"/>
          <w:szCs w:val="18"/>
        </w:rPr>
      </w:pPr>
      <w:r w:rsidRPr="00F3566B">
        <w:rPr>
          <w:i/>
          <w:sz w:val="18"/>
          <w:szCs w:val="18"/>
        </w:rPr>
        <w:t>Physics &gt; Big idea PMA: Matter &gt; Topic PMA5: Nuclear physics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2C66FB">
            <w:pPr>
              <w:ind w:left="1304"/>
              <w:rPr>
                <w:b/>
                <w:sz w:val="40"/>
                <w:szCs w:val="40"/>
              </w:rPr>
            </w:pPr>
            <w:r>
              <w:rPr>
                <w:b/>
                <w:sz w:val="40"/>
                <w:szCs w:val="40"/>
              </w:rPr>
              <w:t xml:space="preserve">Key concept </w:t>
            </w:r>
            <w:r w:rsidR="002C66FB">
              <w:rPr>
                <w:b/>
                <w:sz w:val="40"/>
                <w:szCs w:val="40"/>
              </w:rPr>
              <w:t>(age 14</w:t>
            </w:r>
            <w:r w:rsidR="001B2603">
              <w:rPr>
                <w:b/>
                <w:sz w:val="40"/>
                <w:szCs w:val="40"/>
              </w:rPr>
              <w:t>-1</w:t>
            </w:r>
            <w:r w:rsidR="002C66FB">
              <w:rPr>
                <w:b/>
                <w:sz w:val="40"/>
                <w:szCs w:val="40"/>
              </w:rPr>
              <w:t>6</w:t>
            </w:r>
            <w:r w:rsidR="001B2603">
              <w:rPr>
                <w:b/>
                <w:sz w:val="40"/>
                <w:szCs w:val="40"/>
              </w:rPr>
              <w:t>)</w:t>
            </w:r>
          </w:p>
        </w:tc>
      </w:tr>
      <w:tr w:rsidR="006F3279" w:rsidTr="00AE3956">
        <w:trPr>
          <w:trHeight w:val="362"/>
        </w:trPr>
        <w:tc>
          <w:tcPr>
            <w:tcW w:w="16831" w:type="dxa"/>
            <w:shd w:val="clear" w:color="auto" w:fill="CCC0D9" w:themeFill="accent4" w:themeFillTint="66"/>
          </w:tcPr>
          <w:p w:rsidR="006F3279" w:rsidRPr="00CA4B46" w:rsidRDefault="0022442F" w:rsidP="00F34FD0">
            <w:pPr>
              <w:spacing w:after="60"/>
              <w:ind w:left="1304"/>
              <w:rPr>
                <w:b/>
                <w:sz w:val="40"/>
                <w:szCs w:val="40"/>
              </w:rPr>
            </w:pPr>
            <w:r w:rsidRPr="00EC17F1">
              <w:rPr>
                <w:b/>
                <w:sz w:val="40"/>
                <w:szCs w:val="40"/>
              </w:rPr>
              <w:t>P</w:t>
            </w:r>
            <w:r w:rsidR="00EC17F1" w:rsidRPr="00EC17F1">
              <w:rPr>
                <w:b/>
                <w:sz w:val="40"/>
                <w:szCs w:val="40"/>
              </w:rPr>
              <w:t>MA5</w:t>
            </w:r>
            <w:r w:rsidR="00821188" w:rsidRPr="00EC17F1">
              <w:rPr>
                <w:b/>
                <w:sz w:val="40"/>
                <w:szCs w:val="40"/>
              </w:rPr>
              <w:t>.</w:t>
            </w:r>
            <w:r w:rsidR="00311AE6">
              <w:rPr>
                <w:b/>
                <w:sz w:val="40"/>
                <w:szCs w:val="40"/>
              </w:rPr>
              <w:t>3</w:t>
            </w:r>
            <w:r w:rsidR="00821188" w:rsidRPr="00EC17F1">
              <w:rPr>
                <w:b/>
                <w:sz w:val="40"/>
                <w:szCs w:val="40"/>
              </w:rPr>
              <w:t xml:space="preserve">: </w:t>
            </w:r>
            <w:r w:rsidR="00311AE6">
              <w:rPr>
                <w:b/>
                <w:sz w:val="40"/>
                <w:szCs w:val="40"/>
              </w:rPr>
              <w:t>Ionising radiation</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4C087A" w:rsidRPr="00DE5178" w:rsidRDefault="004C087A" w:rsidP="004C087A">
      <w:pPr>
        <w:spacing w:after="180"/>
      </w:pPr>
      <w:r w:rsidRPr="00B31C39">
        <w:t>A big idea in physics is matter. Matter is a more formal word for ‘stuff’. Anything that can be stored in a container, or weighed, is matter. 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734EAE" w:rsidRDefault="006A01DE" w:rsidP="006A01DE">
      <w:pPr>
        <w:spacing w:after="180"/>
      </w:pPr>
      <w:r w:rsidRPr="00734EAE">
        <w:t xml:space="preserve">This key concept </w:t>
      </w:r>
      <w:r w:rsidR="00FE427C" w:rsidRPr="00734EAE">
        <w:t xml:space="preserve">helps to </w:t>
      </w:r>
      <w:r w:rsidRPr="00734EAE">
        <w:t xml:space="preserve">develop the big idea by </w:t>
      </w:r>
      <w:r w:rsidR="00734EAE">
        <w:t>exploring the properties of ionising radiation and by comparing ionising radiation to radioactive particles and radioactive material.</w:t>
      </w:r>
    </w:p>
    <w:p w:rsidR="00734EAE" w:rsidRDefault="00862562" w:rsidP="006A01DE">
      <w:pPr>
        <w:spacing w:after="180"/>
        <w:rPr>
          <w:highlight w:val="yellow"/>
        </w:rPr>
      </w:pPr>
      <w:r w:rsidRPr="00734EAE">
        <w:rPr>
          <w:noProof/>
          <w:lang w:eastAsia="en-GB"/>
        </w:rPr>
        <w:drawing>
          <wp:anchor distT="0" distB="0" distL="114300" distR="114300" simplePos="0" relativeHeight="251715584" behindDoc="0" locked="0" layoutInCell="1" allowOverlap="1">
            <wp:simplePos x="0" y="0"/>
            <wp:positionH relativeFrom="margin">
              <wp:align>right</wp:align>
            </wp:positionH>
            <wp:positionV relativeFrom="paragraph">
              <wp:posOffset>690245</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anchor>
        </w:drawing>
      </w:r>
      <w:r w:rsidR="006A01DE" w:rsidRPr="00734EAE">
        <w:t xml:space="preserve">The conceptual progression starts by checking understanding of </w:t>
      </w:r>
      <w:r w:rsidR="00734EAE">
        <w:t xml:space="preserve">radioactive particles and radiation. It then supports the development of an understanding of what ionising radiation </w:t>
      </w:r>
      <w:r w:rsidR="00F91114">
        <w:t>can</w:t>
      </w:r>
      <w:r w:rsidR="00734EAE">
        <w:t xml:space="preserve"> and </w:t>
      </w:r>
      <w:r w:rsidR="00F91114">
        <w:t>can</w:t>
      </w:r>
      <w:r w:rsidR="00734EAE">
        <w:t>not do to atoms</w:t>
      </w:r>
      <w:r>
        <w:t>,</w:t>
      </w:r>
      <w:r w:rsidR="00734EAE">
        <w:t xml:space="preserve"> or groups of atoms</w:t>
      </w:r>
      <w:r>
        <w:t>,</w:t>
      </w:r>
      <w:r w:rsidR="00F91114">
        <w:t xml:space="preserve"> and of the reasons for the </w:t>
      </w:r>
      <w:r>
        <w:t xml:space="preserve">different </w:t>
      </w:r>
      <w:r w:rsidR="00F91114">
        <w:t>ionising powers of alpha, beta and gamma</w:t>
      </w:r>
      <w:r w:rsidR="00764F3E">
        <w:t xml:space="preserve"> </w:t>
      </w:r>
      <w:r w:rsidR="00F91114">
        <w:t xml:space="preserve">radiation. The concepts of irradiation and contamination </w:t>
      </w:r>
      <w:r w:rsidR="00947EA5">
        <w:t xml:space="preserve">are used </w:t>
      </w:r>
      <w:r>
        <w:t xml:space="preserve">in the conceptual progression </w:t>
      </w:r>
      <w:r w:rsidR="00947EA5">
        <w:t xml:space="preserve">to provide new contexts in which to apply understanding about ionising radiation, in order to </w:t>
      </w:r>
      <w:r w:rsidR="00F91114">
        <w:t>help consolidate learning.</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6F3279" w:rsidRPr="00EC17F1" w:rsidRDefault="00D40D1E" w:rsidP="00EC17F1">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w:t>
      </w:r>
      <w:r w:rsidRPr="004C087A">
        <w:rPr>
          <w:b/>
          <w:color w:val="5F497A" w:themeColor="accent4" w:themeShade="BF"/>
          <w:sz w:val="24"/>
        </w:rPr>
        <w:t xml:space="preserve">toolkit: </w:t>
      </w:r>
      <w:r w:rsidR="000D3308">
        <w:rPr>
          <w:b/>
          <w:color w:val="5F497A" w:themeColor="accent4" w:themeShade="BF"/>
          <w:sz w:val="24"/>
        </w:rPr>
        <w:t>Ionising radiation</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EE2AE7" w:rsidRDefault="000719F0" w:rsidP="005A6506">
            <w:pPr>
              <w:jc w:val="center"/>
            </w:pPr>
            <w:r>
              <w:t>Some forms of radiation can ionise atoms or groups of atoms</w:t>
            </w:r>
            <w:r w:rsidR="003C20D1">
              <w:t xml:space="preserve">. </w:t>
            </w:r>
            <w:r w:rsidR="00637CFD">
              <w:t>Several</w:t>
            </w:r>
            <w:r>
              <w:t xml:space="preserve"> properties of each form of ionising radiation </w:t>
            </w:r>
            <w:r w:rsidR="00637CFD">
              <w:t>are</w:t>
            </w:r>
            <w:r>
              <w:t xml:space="preserve"> determined by its ionising power</w:t>
            </w:r>
            <w:r w:rsidR="003C20D1">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1248"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1471AE">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A53A194" id="Group 23" o:spid="_x0000_s1026" style="position:absolute;margin-left:.7pt;margin-top:1.3pt;width:589.95pt;height:8.55pt;z-index:251701248;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1471AE">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2B09DC" w:rsidRDefault="002B09DC" w:rsidP="002B09DC">
            <w:pPr>
              <w:spacing w:after="120"/>
              <w:rPr>
                <w:rFonts w:cstheme="minorHAnsi"/>
                <w:sz w:val="20"/>
                <w:szCs w:val="20"/>
              </w:rPr>
            </w:pPr>
            <w:r>
              <w:rPr>
                <w:rFonts w:cstheme="minorHAnsi"/>
                <w:sz w:val="20"/>
                <w:szCs w:val="20"/>
              </w:rPr>
              <w:t xml:space="preserve">Describe the difference between </w:t>
            </w:r>
            <w:r w:rsidR="00E1430E">
              <w:rPr>
                <w:rFonts w:cstheme="minorHAnsi"/>
                <w:sz w:val="20"/>
                <w:szCs w:val="20"/>
              </w:rPr>
              <w:t>radioactive particles</w:t>
            </w:r>
            <w:r>
              <w:rPr>
                <w:rFonts w:cstheme="minorHAnsi"/>
                <w:sz w:val="20"/>
                <w:szCs w:val="20"/>
              </w:rPr>
              <w:t xml:space="preserve"> and radiation.</w:t>
            </w:r>
          </w:p>
          <w:p w:rsidR="00761D32" w:rsidRPr="00E675A8" w:rsidRDefault="00702400" w:rsidP="009B5270">
            <w:pPr>
              <w:rPr>
                <w:rFonts w:cstheme="minorHAnsi"/>
                <w:sz w:val="20"/>
                <w:szCs w:val="20"/>
              </w:rPr>
            </w:pPr>
            <w:r>
              <w:rPr>
                <w:noProof/>
                <w:sz w:val="20"/>
                <w:lang w:eastAsia="en-GB"/>
              </w:rPr>
              <mc:AlternateContent>
                <mc:Choice Requires="wps">
                  <w:drawing>
                    <wp:inline distT="0" distB="0" distL="0" distR="0" wp14:anchorId="5792877D" wp14:editId="2B64ACD7">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02400" w:rsidRPr="00620AFF" w:rsidRDefault="00702400" w:rsidP="00702400">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92877D"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02400" w:rsidRPr="00620AFF" w:rsidRDefault="00702400" w:rsidP="00702400">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86448F" w:rsidP="0080002D">
            <w:pPr>
              <w:spacing w:after="120"/>
              <w:rPr>
                <w:rFonts w:cstheme="minorHAnsi"/>
                <w:sz w:val="20"/>
                <w:szCs w:val="20"/>
              </w:rPr>
            </w:pPr>
            <w:r w:rsidRPr="0086448F">
              <w:rPr>
                <w:rFonts w:cstheme="minorHAnsi"/>
                <w:sz w:val="20"/>
                <w:szCs w:val="20"/>
              </w:rPr>
              <w:t>Describe what happens when radiation causes ionisation.</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86448F" w:rsidP="00B06D46">
            <w:pPr>
              <w:spacing w:after="120"/>
              <w:rPr>
                <w:rFonts w:cstheme="minorHAnsi"/>
                <w:sz w:val="20"/>
                <w:szCs w:val="20"/>
              </w:rPr>
            </w:pPr>
            <w:r w:rsidRPr="0086448F">
              <w:rPr>
                <w:rFonts w:cstheme="minorHAnsi"/>
                <w:sz w:val="20"/>
                <w:szCs w:val="20"/>
              </w:rPr>
              <w:t>Explain why ionising radiation does not make objects radioactive*.</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02400" w:rsidRPr="00E675A8" w:rsidRDefault="0086448F" w:rsidP="009B5270">
            <w:pPr>
              <w:spacing w:after="120"/>
              <w:rPr>
                <w:rFonts w:cstheme="minorHAnsi"/>
                <w:sz w:val="20"/>
                <w:szCs w:val="20"/>
              </w:rPr>
            </w:pPr>
            <w:r w:rsidRPr="0086448F">
              <w:rPr>
                <w:rFonts w:cstheme="minorHAnsi"/>
                <w:sz w:val="20"/>
                <w:szCs w:val="20"/>
              </w:rPr>
              <w:t>Explain how the ionising power of each ionising radiation affects its properties.</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2B09DC" w:rsidRDefault="00867DEE" w:rsidP="0063222E">
            <w:pPr>
              <w:spacing w:after="120"/>
              <w:rPr>
                <w:rFonts w:cstheme="minorHAnsi"/>
                <w:sz w:val="20"/>
                <w:szCs w:val="20"/>
              </w:rPr>
            </w:pPr>
            <w:r>
              <w:rPr>
                <w:rFonts w:cstheme="minorHAnsi"/>
                <w:sz w:val="20"/>
                <w:szCs w:val="20"/>
              </w:rPr>
              <w:t>Explain radioactive contamination and how it differs from irradiation.</w:t>
            </w:r>
          </w:p>
          <w:p w:rsidR="00761D32" w:rsidRPr="000A4D1F" w:rsidRDefault="00761D32" w:rsidP="0063222E">
            <w:pPr>
              <w:spacing w:after="120"/>
              <w:rPr>
                <w:rFonts w:cstheme="minorHAnsi"/>
                <w:sz w:val="20"/>
                <w:szCs w:val="20"/>
              </w:rPr>
            </w:pPr>
          </w:p>
        </w:tc>
      </w:tr>
      <w:tr w:rsidR="00761D32" w:rsidRPr="00E675A8" w:rsidTr="0033493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2C625B" w:rsidP="009B5270">
            <w:pPr>
              <w:rPr>
                <w:rFonts w:cstheme="minorHAnsi"/>
                <w:b/>
                <w:color w:val="FFFFFF" w:themeColor="background1"/>
                <w:szCs w:val="20"/>
              </w:rPr>
            </w:pPr>
            <w:r>
              <w:rPr>
                <w:rFonts w:cstheme="minorHAnsi"/>
                <w:b/>
                <w:color w:val="FFFFFF" w:themeColor="background1"/>
                <w:szCs w:val="20"/>
              </w:rPr>
              <w:t>0</w:t>
            </w: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4476FC" w:rsidRPr="00E675A8" w:rsidTr="00B70876">
        <w:trPr>
          <w:trHeight w:hRule="exact" w:val="680"/>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4476FC" w:rsidRPr="003C7537" w:rsidRDefault="004476FC"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4476FC" w:rsidRPr="00C11971" w:rsidRDefault="004476FC" w:rsidP="00005971">
            <w:pPr>
              <w:jc w:val="center"/>
              <w:rPr>
                <w:rFonts w:cstheme="minorHAnsi"/>
                <w:color w:val="C00000"/>
                <w:sz w:val="20"/>
                <w:szCs w:val="20"/>
              </w:rPr>
            </w:pPr>
            <w:r w:rsidRPr="00662D9D">
              <w:rPr>
                <w:rFonts w:cstheme="minorHAnsi"/>
                <w:sz w:val="20"/>
                <w:szCs w:val="20"/>
              </w:rPr>
              <w:t>Radioactive sources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4476FC" w:rsidRPr="00C11971" w:rsidRDefault="002C625B" w:rsidP="0035187D">
            <w:pPr>
              <w:jc w:val="center"/>
              <w:rPr>
                <w:rFonts w:cstheme="minorHAnsi"/>
                <w:color w:val="C00000"/>
                <w:sz w:val="20"/>
                <w:szCs w:val="20"/>
              </w:rPr>
            </w:pPr>
            <w:r>
              <w:rPr>
                <w:rFonts w:cstheme="minorHAnsi"/>
                <w:sz w:val="20"/>
                <w:szCs w:val="20"/>
              </w:rPr>
              <w:t>Alpha i</w:t>
            </w:r>
            <w:r w:rsidR="00D37C54">
              <w:rPr>
                <w:rFonts w:cstheme="minorHAnsi"/>
                <w:sz w:val="20"/>
                <w:szCs w:val="20"/>
              </w:rPr>
              <w:t>onisation</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4476FC" w:rsidRPr="00C11971" w:rsidRDefault="00B70876" w:rsidP="00C8752B">
            <w:pPr>
              <w:jc w:val="center"/>
              <w:rPr>
                <w:rFonts w:cstheme="minorHAnsi"/>
                <w:color w:val="C00000"/>
                <w:sz w:val="20"/>
                <w:szCs w:val="20"/>
              </w:rPr>
            </w:pPr>
            <w:r w:rsidRPr="00A53790">
              <w:rPr>
                <w:rFonts w:cstheme="minorHAnsi"/>
                <w:sz w:val="20"/>
                <w:szCs w:val="20"/>
              </w:rPr>
              <w:t>Radiation remains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4476FC" w:rsidRPr="004E501B" w:rsidRDefault="00AE1226" w:rsidP="00AE1226">
            <w:pPr>
              <w:jc w:val="center"/>
              <w:rPr>
                <w:rFonts w:cstheme="minorHAnsi"/>
                <w:sz w:val="20"/>
                <w:szCs w:val="20"/>
              </w:rPr>
            </w:pPr>
            <w:r w:rsidRPr="004E501B">
              <w:rPr>
                <w:rFonts w:cstheme="minorHAnsi"/>
                <w:sz w:val="20"/>
                <w:szCs w:val="20"/>
              </w:rPr>
              <w:t>Getting through stuff</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4476FC" w:rsidRPr="00550784" w:rsidRDefault="00E349CE" w:rsidP="00550784">
            <w:pPr>
              <w:jc w:val="center"/>
              <w:rPr>
                <w:rFonts w:cstheme="minorHAnsi"/>
                <w:color w:val="984806" w:themeColor="accent6" w:themeShade="80"/>
                <w:sz w:val="20"/>
                <w:szCs w:val="20"/>
              </w:rPr>
            </w:pPr>
            <w:r w:rsidRPr="0004535F">
              <w:rPr>
                <w:rFonts w:cstheme="minorHAnsi"/>
                <w:sz w:val="20"/>
                <w:szCs w:val="20"/>
              </w:rPr>
              <w:t>Radioactive contamination</w:t>
            </w:r>
          </w:p>
        </w:tc>
      </w:tr>
      <w:tr w:rsidR="004476FC" w:rsidRPr="00E675A8" w:rsidTr="00B70876">
        <w:trPr>
          <w:trHeight w:hRule="exact" w:val="680"/>
        </w:trPr>
        <w:tc>
          <w:tcPr>
            <w:tcW w:w="1545"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4476FC" w:rsidRPr="003C7537" w:rsidRDefault="004476FC" w:rsidP="009B5270">
            <w:pPr>
              <w:rPr>
                <w:rFonts w:cstheme="minorHAnsi"/>
                <w:b/>
                <w:color w:val="FFFFFF" w:themeColor="background1"/>
                <w:sz w:val="20"/>
                <w:szCs w:val="20"/>
              </w:rPr>
            </w:pP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4476FC" w:rsidRPr="00C11971" w:rsidRDefault="004476FC" w:rsidP="00F5797D">
            <w:pPr>
              <w:jc w:val="center"/>
              <w:rPr>
                <w:rFonts w:cstheme="minorHAnsi"/>
                <w:color w:val="C00000"/>
                <w:sz w:val="20"/>
                <w:szCs w:val="20"/>
              </w:rPr>
            </w:pPr>
            <w:r w:rsidRPr="00F5797D">
              <w:rPr>
                <w:rFonts w:cstheme="minorHAnsi"/>
                <w:sz w:val="20"/>
                <w:szCs w:val="20"/>
              </w:rPr>
              <w:t>Alpha particles</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4476FC" w:rsidRPr="00C11971" w:rsidRDefault="004476FC" w:rsidP="0035187D">
            <w:pPr>
              <w:jc w:val="center"/>
              <w:rPr>
                <w:rFonts w:cstheme="minorHAnsi"/>
                <w:color w:val="C00000"/>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4476FC" w:rsidRPr="00C11971" w:rsidRDefault="004476FC" w:rsidP="00C8752B">
            <w:pPr>
              <w:jc w:val="center"/>
              <w:rPr>
                <w:rFonts w:cstheme="minorHAnsi"/>
                <w:color w:val="C00000"/>
                <w:sz w:val="20"/>
                <w:szCs w:val="20"/>
              </w:rPr>
            </w:pPr>
          </w:p>
        </w:tc>
        <w:tc>
          <w:tcPr>
            <w:tcW w:w="2439" w:type="dxa"/>
            <w:tcBorders>
              <w:left w:val="single" w:sz="8" w:space="0" w:color="5F497A" w:themeColor="accent4" w:themeShade="BF"/>
              <w:right w:val="single" w:sz="8" w:space="0" w:color="5F497A" w:themeColor="accent4" w:themeShade="BF"/>
            </w:tcBorders>
            <w:shd w:val="clear" w:color="auto" w:fill="auto"/>
            <w:vAlign w:val="center"/>
          </w:tcPr>
          <w:p w:rsidR="004476FC" w:rsidRPr="004E501B" w:rsidRDefault="009835E1" w:rsidP="009835E1">
            <w:pPr>
              <w:jc w:val="center"/>
              <w:rPr>
                <w:rFonts w:cstheme="minorHAnsi"/>
                <w:sz w:val="20"/>
                <w:szCs w:val="20"/>
              </w:rPr>
            </w:pPr>
            <w:r w:rsidRPr="004E501B">
              <w:rPr>
                <w:rFonts w:cstheme="minorHAnsi"/>
                <w:sz w:val="20"/>
                <w:szCs w:val="20"/>
              </w:rPr>
              <w:t>Ionising power</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4476FC" w:rsidRPr="00C11971" w:rsidRDefault="004476FC" w:rsidP="006D0331">
            <w:pPr>
              <w:jc w:val="center"/>
              <w:rPr>
                <w:rFonts w:cstheme="minorHAnsi"/>
                <w:color w:val="C00000"/>
                <w:sz w:val="20"/>
                <w:szCs w:val="20"/>
              </w:rPr>
            </w:pPr>
          </w:p>
        </w:tc>
      </w:tr>
      <w:tr w:rsidR="00C11971" w:rsidRPr="00C11971" w:rsidTr="0033493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C11971" w:rsidRDefault="00761D32" w:rsidP="009B5270">
            <w:pPr>
              <w:rPr>
                <w:rFonts w:cstheme="minorHAnsi"/>
                <w:b/>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C11971"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C11971"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Default="00761D32" w:rsidP="009B5270">
            <w:pPr>
              <w:jc w:val="center"/>
              <w:rPr>
                <w:rFonts w:cstheme="minorHAnsi"/>
                <w:sz w:val="20"/>
                <w:szCs w:val="20"/>
              </w:rPr>
            </w:pPr>
          </w:p>
          <w:p w:rsidR="00C11971" w:rsidRPr="00C11971" w:rsidRDefault="00C11971"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4E501B"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C11971" w:rsidRDefault="00761D32" w:rsidP="009B5270">
            <w:pPr>
              <w:jc w:val="center"/>
              <w:rPr>
                <w:rFonts w:cstheme="minorHAnsi"/>
                <w:sz w:val="20"/>
                <w:szCs w:val="20"/>
              </w:rPr>
            </w:pPr>
          </w:p>
        </w:tc>
      </w:tr>
      <w:tr w:rsidR="001E3E1C" w:rsidRPr="00E675A8" w:rsidTr="00F5797D">
        <w:trPr>
          <w:trHeight w:hRule="exact" w:val="1361"/>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1E3E1C" w:rsidRDefault="001E3E1C" w:rsidP="001E3E1C">
            <w:pPr>
              <w:rPr>
                <w:rFonts w:cstheme="minorHAnsi"/>
                <w:b/>
                <w:color w:val="FFFFFF" w:themeColor="background1"/>
                <w:sz w:val="20"/>
                <w:szCs w:val="20"/>
              </w:rPr>
            </w:pPr>
            <w:r>
              <w:rPr>
                <w:rFonts w:cstheme="minorHAnsi"/>
                <w:b/>
                <w:color w:val="FFFFFF" w:themeColor="background1"/>
                <w:sz w:val="20"/>
                <w:szCs w:val="20"/>
              </w:rPr>
              <w:t xml:space="preserve">Response </w:t>
            </w:r>
          </w:p>
          <w:p w:rsidR="001E3E1C" w:rsidRPr="003C7537" w:rsidRDefault="001E3E1C" w:rsidP="001E3E1C">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E3E1C" w:rsidRPr="00C11971" w:rsidRDefault="001E3E1C" w:rsidP="001E3E1C">
            <w:pPr>
              <w:jc w:val="center"/>
              <w:rPr>
                <w:rFonts w:cstheme="minorHAnsi"/>
                <w:color w:val="C0000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E3E1C" w:rsidRPr="00112F3A" w:rsidRDefault="00D37C54" w:rsidP="008B7BCC">
            <w:pPr>
              <w:jc w:val="center"/>
              <w:rPr>
                <w:rFonts w:cstheme="minorHAnsi"/>
                <w:sz w:val="20"/>
                <w:szCs w:val="20"/>
              </w:rPr>
            </w:pPr>
            <w:r w:rsidRPr="00112F3A">
              <w:rPr>
                <w:rFonts w:cstheme="minorHAnsi"/>
                <w:sz w:val="20"/>
                <w:szCs w:val="20"/>
              </w:rPr>
              <w:t>Beta ionisation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E3E1C" w:rsidRPr="00112F3A" w:rsidRDefault="00796DDA" w:rsidP="00112F3A">
            <w:pPr>
              <w:jc w:val="center"/>
              <w:rPr>
                <w:rFonts w:cstheme="minorHAnsi"/>
                <w:sz w:val="20"/>
                <w:szCs w:val="20"/>
              </w:rPr>
            </w:pPr>
            <w:r w:rsidRPr="00112F3A">
              <w:rPr>
                <w:rFonts w:cstheme="minorHAnsi"/>
                <w:sz w:val="20"/>
                <w:szCs w:val="20"/>
              </w:rPr>
              <w:t>Irradiat</w:t>
            </w:r>
            <w:r w:rsidR="00112F3A" w:rsidRPr="00112F3A">
              <w:rPr>
                <w:rFonts w:cstheme="minorHAnsi"/>
                <w:sz w:val="20"/>
                <w:szCs w:val="20"/>
              </w:rPr>
              <w:t>ion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E3E1C" w:rsidRPr="004E501B" w:rsidRDefault="004E501B" w:rsidP="001E3E1C">
            <w:pPr>
              <w:jc w:val="center"/>
              <w:rPr>
                <w:rFonts w:cstheme="minorHAnsi"/>
                <w:sz w:val="20"/>
                <w:szCs w:val="20"/>
              </w:rPr>
            </w:pPr>
            <w:r w:rsidRPr="004E501B">
              <w:rPr>
                <w:rFonts w:cstheme="minorHAnsi"/>
                <w:sz w:val="20"/>
                <w:szCs w:val="20"/>
              </w:rPr>
              <w:t>Blocking paper</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E3E1C" w:rsidRPr="00B4362D" w:rsidRDefault="00E349CE" w:rsidP="00B4362D">
            <w:pPr>
              <w:jc w:val="center"/>
              <w:rPr>
                <w:rFonts w:cstheme="minorHAnsi"/>
                <w:color w:val="FF0000"/>
                <w:sz w:val="20"/>
                <w:szCs w:val="20"/>
              </w:rPr>
            </w:pPr>
            <w:r w:rsidRPr="007D74DB">
              <w:rPr>
                <w:rFonts w:cstheme="minorHAnsi"/>
                <w:color w:val="000000" w:themeColor="text1"/>
                <w:sz w:val="20"/>
                <w:szCs w:val="20"/>
              </w:rPr>
              <w:t>Fukushima</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702400" w:rsidTr="009B5270">
        <w:tc>
          <w:tcPr>
            <w:tcW w:w="438" w:type="dxa"/>
            <w:vAlign w:val="center"/>
          </w:tcPr>
          <w:p w:rsidR="00702400" w:rsidRDefault="00702400" w:rsidP="00702400">
            <w:pPr>
              <w:jc w:val="center"/>
              <w:rPr>
                <w:sz w:val="20"/>
              </w:rPr>
            </w:pPr>
            <w:r>
              <w:rPr>
                <w:noProof/>
                <w:sz w:val="20"/>
                <w:lang w:eastAsia="en-GB"/>
              </w:rPr>
              <mc:AlternateContent>
                <mc:Choice Requires="wps">
                  <w:drawing>
                    <wp:inline distT="0" distB="0" distL="0" distR="0" wp14:anchorId="1FA02330" wp14:editId="5D72B52A">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02400" w:rsidRPr="00620AFF" w:rsidRDefault="00702400"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A02330" id="Text Box 31"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xL+Uw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UUCKd7WFbUPAEtpnHeYtCX&#10;HXq6UjHdKsaAASAsTbrB0VpCLtrdpFgT//qbPvuDd1il6DGwtYw/N4qNFPabx0ScnObWRDoU+FBY&#10;HQp+4y4IQIF0VFeueMzJ7q8tk3vAbi1zVpiU18hdS514L1ykcZGwndosl8UNUx1UuvJ3QefgGb3M&#10;2f3woDjsiE2YiGvaD7eav+J39C2khuUmAftCfkZ6xHVHADaiMLfb3rxyh3LxevnHLH4D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u1sS/l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02400" w:rsidRPr="00620AFF" w:rsidRDefault="00702400"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02400" w:rsidRDefault="00702400" w:rsidP="00702400">
            <w:pPr>
              <w:rPr>
                <w:sz w:val="20"/>
              </w:rPr>
            </w:pPr>
            <w:r>
              <w:rPr>
                <w:sz w:val="20"/>
              </w:rPr>
              <w:t>Prior understanding from earlier stages of learning</w:t>
            </w:r>
          </w:p>
        </w:tc>
        <w:tc>
          <w:tcPr>
            <w:tcW w:w="437" w:type="dxa"/>
            <w:vAlign w:val="center"/>
          </w:tcPr>
          <w:p w:rsidR="00702400" w:rsidRDefault="00702400" w:rsidP="00702400">
            <w:pPr>
              <w:jc w:val="center"/>
              <w:rPr>
                <w:sz w:val="20"/>
              </w:rPr>
            </w:pPr>
            <w:r>
              <w:rPr>
                <w:noProof/>
                <w:sz w:val="20"/>
                <w:lang w:eastAsia="en-GB"/>
              </w:rPr>
              <mc:AlternateContent>
                <mc:Choice Requires="wps">
                  <w:drawing>
                    <wp:inline distT="0" distB="0" distL="0" distR="0" wp14:anchorId="3CA0381C" wp14:editId="69955626">
                      <wp:extent cx="200025" cy="209550"/>
                      <wp:effectExtent l="0" t="0" r="9525" b="6350"/>
                      <wp:docPr id="35" name="Text Box 35"/>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02400" w:rsidRPr="00620AFF" w:rsidRDefault="00702400" w:rsidP="00C910AC">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A0381C" id="Text Box 35"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kHi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A0QkHi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02400" w:rsidRPr="00620AFF" w:rsidRDefault="00702400" w:rsidP="00C910AC">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702400" w:rsidRDefault="00702400" w:rsidP="00702400">
            <w:pPr>
              <w:rPr>
                <w:sz w:val="20"/>
              </w:rPr>
            </w:pPr>
            <w:r>
              <w:rPr>
                <w:sz w:val="20"/>
              </w:rPr>
              <w:t>Bridge to later stages of learning</w:t>
            </w:r>
          </w:p>
        </w:tc>
      </w:tr>
    </w:tbl>
    <w:p w:rsidR="0086448F" w:rsidRDefault="0086448F" w:rsidP="00761D32">
      <w:pPr>
        <w:spacing w:after="200" w:line="276" w:lineRule="auto"/>
      </w:pPr>
    </w:p>
    <w:p w:rsidR="0086448F" w:rsidRPr="0086448F" w:rsidRDefault="0086448F" w:rsidP="0086448F">
      <w:pPr>
        <w:jc w:val="right"/>
        <w:rPr>
          <w:i/>
          <w:sz w:val="20"/>
        </w:rPr>
      </w:pPr>
      <w:r w:rsidRPr="0086448F">
        <w:rPr>
          <w:i/>
          <w:sz w:val="20"/>
        </w:rPr>
        <w:t>*An exception to this rule is the example of high-energy gamma photons that may excite atomic nuclei.</w:t>
      </w:r>
    </w:p>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AB1091" w:rsidRPr="00D2452D" w:rsidTr="00954230">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E73EEF" w:rsidRDefault="00B56D3A" w:rsidP="00AB1091">
            <w:pPr>
              <w:jc w:val="center"/>
              <w:rPr>
                <w:rFonts w:cstheme="minorHAnsi"/>
                <w:b/>
              </w:rPr>
            </w:pPr>
            <w:r>
              <w:rPr>
                <w:rFonts w:cstheme="minorHAnsi"/>
                <w:b/>
              </w:rPr>
              <w:lastRenderedPageBreak/>
              <w:t>Radioactive sources</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B5392B" w:rsidRDefault="00F5797D" w:rsidP="00AB1091">
            <w:pPr>
              <w:jc w:val="center"/>
              <w:rPr>
                <w:rFonts w:cstheme="minorHAnsi"/>
                <w:b/>
              </w:rPr>
            </w:pPr>
            <w:r>
              <w:rPr>
                <w:rFonts w:cstheme="minorHAnsi"/>
                <w:b/>
              </w:rPr>
              <w:t>Alpha particles</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B5392B" w:rsidRDefault="007D2B7C" w:rsidP="00AB1091">
            <w:pPr>
              <w:jc w:val="center"/>
              <w:rPr>
                <w:rFonts w:cstheme="minorHAnsi"/>
                <w:b/>
              </w:rPr>
            </w:pPr>
            <w:r>
              <w:rPr>
                <w:rFonts w:cstheme="minorHAnsi"/>
                <w:b/>
              </w:rPr>
              <w:t>Alpha ionisation</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B5392B" w:rsidRDefault="00A53790" w:rsidP="00AB1091">
            <w:pPr>
              <w:jc w:val="center"/>
              <w:rPr>
                <w:rFonts w:cstheme="minorHAnsi"/>
                <w:b/>
              </w:rPr>
            </w:pPr>
            <w:r>
              <w:rPr>
                <w:rFonts w:cstheme="minorHAnsi"/>
                <w:b/>
              </w:rPr>
              <w:t>Radiation remains</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B5392B" w:rsidRDefault="004D24EE" w:rsidP="00AB1091">
            <w:pPr>
              <w:jc w:val="center"/>
              <w:rPr>
                <w:rFonts w:cstheme="minorHAnsi"/>
                <w:b/>
              </w:rPr>
            </w:pPr>
            <w:r>
              <w:rPr>
                <w:rFonts w:cstheme="minorHAnsi"/>
                <w:b/>
              </w:rPr>
              <w:t>Getting through stuff</w:t>
            </w:r>
          </w:p>
        </w:tc>
      </w:tr>
      <w:tr w:rsidR="00AB1091" w:rsidTr="00954230">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AB1091" w:rsidRPr="00E73EEF" w:rsidRDefault="00B832B7" w:rsidP="00AB1091">
            <w:pPr>
              <w:jc w:val="center"/>
              <w:rPr>
                <w:b/>
                <w:sz w:val="24"/>
              </w:rPr>
            </w:pPr>
            <w:r>
              <w:rPr>
                <w:b/>
                <w:noProof/>
                <w:sz w:val="24"/>
                <w:lang w:eastAsia="en-GB"/>
              </w:rPr>
              <w:drawing>
                <wp:inline distT="0" distB="0" distL="0" distR="0">
                  <wp:extent cx="1531336" cy="2160000"/>
                  <wp:effectExtent l="19050" t="19050" r="12065" b="1206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3FCF006.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31336"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5F497A" w:themeColor="accent4" w:themeShade="BF"/>
            </w:tcBorders>
            <w:vAlign w:val="center"/>
          </w:tcPr>
          <w:p w:rsidR="00AB1091" w:rsidRDefault="00F5797D" w:rsidP="00B5392B">
            <w:pPr>
              <w:jc w:val="center"/>
              <w:rPr>
                <w:b/>
                <w:color w:val="5F497A" w:themeColor="accent4" w:themeShade="BF"/>
                <w:sz w:val="24"/>
              </w:rPr>
            </w:pPr>
            <w:r>
              <w:rPr>
                <w:b/>
                <w:noProof/>
                <w:color w:val="5F497A" w:themeColor="accent4" w:themeShade="BF"/>
                <w:sz w:val="24"/>
                <w:lang w:eastAsia="en-GB"/>
              </w:rPr>
              <w:drawing>
                <wp:inline distT="0" distB="0" distL="0" distR="0">
                  <wp:extent cx="1523200" cy="2160000"/>
                  <wp:effectExtent l="19050" t="19050" r="20320"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741017.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3200"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AB1091" w:rsidRDefault="007D2B7C" w:rsidP="00B5392B">
            <w:pPr>
              <w:jc w:val="center"/>
              <w:rPr>
                <w:b/>
                <w:color w:val="5F497A" w:themeColor="accent4" w:themeShade="BF"/>
                <w:sz w:val="24"/>
              </w:rPr>
            </w:pPr>
            <w:r>
              <w:rPr>
                <w:b/>
                <w:noProof/>
                <w:color w:val="5F497A" w:themeColor="accent4" w:themeShade="BF"/>
                <w:sz w:val="24"/>
                <w:lang w:eastAsia="en-GB"/>
              </w:rPr>
              <w:drawing>
                <wp:inline distT="0" distB="0" distL="0" distR="0">
                  <wp:extent cx="1522003" cy="2160000"/>
                  <wp:effectExtent l="19050" t="19050" r="2159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CB00D.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AB1091" w:rsidRDefault="00A53790" w:rsidP="00B5392B">
            <w:pPr>
              <w:jc w:val="center"/>
              <w:rPr>
                <w:b/>
                <w:color w:val="5F497A" w:themeColor="accent4" w:themeShade="BF"/>
                <w:sz w:val="24"/>
              </w:rPr>
            </w:pPr>
            <w:r>
              <w:rPr>
                <w:b/>
                <w:noProof/>
                <w:color w:val="5F497A" w:themeColor="accent4" w:themeShade="BF"/>
                <w:sz w:val="24"/>
                <w:lang w:eastAsia="en-GB"/>
              </w:rPr>
              <w:drawing>
                <wp:inline distT="0" distB="0" distL="0" distR="0">
                  <wp:extent cx="1515542" cy="2160000"/>
                  <wp:effectExtent l="19050" t="19050" r="2794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BCCC79.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15542"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AB1091" w:rsidRDefault="00BA0826" w:rsidP="00B5392B">
            <w:pPr>
              <w:jc w:val="center"/>
              <w:rPr>
                <w:b/>
                <w:color w:val="5F497A" w:themeColor="accent4" w:themeShade="BF"/>
                <w:sz w:val="24"/>
              </w:rPr>
            </w:pPr>
            <w:r>
              <w:rPr>
                <w:b/>
                <w:noProof/>
                <w:color w:val="5F497A" w:themeColor="accent4" w:themeShade="BF"/>
                <w:sz w:val="24"/>
                <w:lang w:eastAsia="en-GB"/>
              </w:rPr>
              <w:drawing>
                <wp:inline distT="0" distB="0" distL="0" distR="0">
                  <wp:extent cx="1529422" cy="2160000"/>
                  <wp:effectExtent l="19050" t="19050" r="13970"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EC95AF.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9422" cy="2160000"/>
                          </a:xfrm>
                          <a:prstGeom prst="rect">
                            <a:avLst/>
                          </a:prstGeom>
                          <a:ln w="6350">
                            <a:solidFill>
                              <a:schemeClr val="accent4">
                                <a:lumMod val="50000"/>
                              </a:schemeClr>
                            </a:solidFill>
                          </a:ln>
                        </pic:spPr>
                      </pic:pic>
                    </a:graphicData>
                  </a:graphic>
                </wp:inline>
              </w:drawing>
            </w:r>
          </w:p>
        </w:tc>
      </w:tr>
      <w:tr w:rsidR="00AB1091" w:rsidTr="004D24EE">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AB1091" w:rsidRPr="00B5392B" w:rsidRDefault="00B56D3A" w:rsidP="00AB1091">
            <w:pPr>
              <w:spacing w:after="120" w:line="276" w:lineRule="auto"/>
              <w:jc w:val="center"/>
            </w:pPr>
            <w:r>
              <w:t>Focused cloze</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AB1091" w:rsidRPr="00B5392B" w:rsidRDefault="00F5797D" w:rsidP="00AB1091">
            <w:pPr>
              <w:spacing w:after="120" w:line="276" w:lineRule="auto"/>
              <w:jc w:val="center"/>
            </w:pPr>
            <w:r>
              <w:t>Simple multiple choice</w:t>
            </w:r>
          </w:p>
        </w:tc>
        <w:tc>
          <w:tcPr>
            <w:tcW w:w="2790" w:type="dxa"/>
            <w:tcBorders>
              <w:top w:val="nil"/>
              <w:left w:val="single" w:sz="4" w:space="0" w:color="5F497A" w:themeColor="accent4" w:themeShade="BF"/>
              <w:bottom w:val="single" w:sz="4" w:space="0" w:color="403152" w:themeColor="accent4" w:themeShade="80"/>
              <w:right w:val="single" w:sz="4" w:space="0" w:color="5F497A" w:themeColor="accent4" w:themeShade="BF"/>
            </w:tcBorders>
            <w:shd w:val="clear" w:color="auto" w:fill="E5DFEC" w:themeFill="accent4" w:themeFillTint="33"/>
            <w:vAlign w:val="center"/>
          </w:tcPr>
          <w:p w:rsidR="00AB1091" w:rsidRPr="00B5392B" w:rsidRDefault="007D2B7C" w:rsidP="00AB1091">
            <w:pPr>
              <w:spacing w:after="120" w:line="276" w:lineRule="auto"/>
              <w:jc w:val="center"/>
            </w:pPr>
            <w:r>
              <w:t>Confidence grid</w:t>
            </w:r>
          </w:p>
        </w:tc>
        <w:tc>
          <w:tcPr>
            <w:tcW w:w="2790" w:type="dxa"/>
            <w:tcBorders>
              <w:top w:val="nil"/>
              <w:left w:val="single" w:sz="4" w:space="0" w:color="5F497A" w:themeColor="accent4" w:themeShade="BF"/>
              <w:bottom w:val="single" w:sz="4" w:space="0" w:color="403152" w:themeColor="accent4" w:themeShade="80"/>
              <w:right w:val="single" w:sz="4" w:space="0" w:color="5F497A" w:themeColor="accent4" w:themeShade="BF"/>
            </w:tcBorders>
            <w:shd w:val="clear" w:color="auto" w:fill="E5DFEC" w:themeFill="accent4" w:themeFillTint="33"/>
            <w:vAlign w:val="center"/>
          </w:tcPr>
          <w:p w:rsidR="00AB1091" w:rsidRPr="00B5392B" w:rsidRDefault="00A53790" w:rsidP="00AB1091">
            <w:pPr>
              <w:spacing w:after="120" w:line="276" w:lineRule="auto"/>
              <w:jc w:val="center"/>
            </w:pPr>
            <w:r>
              <w:t>Two-tier multiple choice</w:t>
            </w:r>
          </w:p>
        </w:tc>
        <w:tc>
          <w:tcPr>
            <w:tcW w:w="2790" w:type="dxa"/>
            <w:tcBorders>
              <w:top w:val="nil"/>
              <w:left w:val="single" w:sz="4" w:space="0" w:color="5F497A" w:themeColor="accent4" w:themeShade="BF"/>
              <w:bottom w:val="single" w:sz="4" w:space="0" w:color="403152" w:themeColor="accent4" w:themeShade="80"/>
              <w:right w:val="single" w:sz="4" w:space="0" w:color="5F497A" w:themeColor="accent4" w:themeShade="BF"/>
            </w:tcBorders>
            <w:shd w:val="clear" w:color="auto" w:fill="E5DFEC" w:themeFill="accent4" w:themeFillTint="33"/>
            <w:vAlign w:val="center"/>
          </w:tcPr>
          <w:p w:rsidR="00AB1091" w:rsidRPr="00B5392B" w:rsidRDefault="004D24EE" w:rsidP="00AB1091">
            <w:pPr>
              <w:spacing w:after="120" w:line="276" w:lineRule="auto"/>
              <w:jc w:val="center"/>
            </w:pPr>
            <w:r>
              <w:t>Linking ideas</w:t>
            </w:r>
          </w:p>
        </w:tc>
      </w:tr>
      <w:tr w:rsidR="00C30FD7" w:rsidRPr="00D2452D" w:rsidTr="00C30FD7">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C30FD7" w:rsidRPr="00AC1978" w:rsidRDefault="004D24EE" w:rsidP="00C30FD7">
            <w:pPr>
              <w:spacing w:line="276" w:lineRule="auto"/>
              <w:jc w:val="center"/>
              <w:rPr>
                <w:b/>
              </w:rPr>
            </w:pPr>
            <w:r>
              <w:rPr>
                <w:b/>
              </w:rPr>
              <w:t>Ionising power</w:t>
            </w:r>
          </w:p>
        </w:tc>
        <w:tc>
          <w:tcPr>
            <w:tcW w:w="2789" w:type="dxa"/>
            <w:tcBorders>
              <w:top w:val="single" w:sz="4" w:space="0" w:color="5F497A" w:themeColor="accent4" w:themeShade="BF"/>
              <w:left w:val="single" w:sz="4" w:space="0" w:color="5F497A" w:themeColor="accent4" w:themeShade="BF"/>
              <w:bottom w:val="nil"/>
              <w:right w:val="single" w:sz="4" w:space="0" w:color="403152" w:themeColor="accent4" w:themeShade="80"/>
            </w:tcBorders>
            <w:shd w:val="clear" w:color="auto" w:fill="E5DFEC" w:themeFill="accent4" w:themeFillTint="33"/>
            <w:vAlign w:val="center"/>
          </w:tcPr>
          <w:p w:rsidR="00C30FD7" w:rsidRPr="00AC1978" w:rsidRDefault="006B7674" w:rsidP="00C30FD7">
            <w:pPr>
              <w:jc w:val="center"/>
              <w:rPr>
                <w:rFonts w:cstheme="minorHAnsi"/>
                <w:b/>
              </w:rPr>
            </w:pPr>
            <w:r>
              <w:rPr>
                <w:rFonts w:cstheme="minorHAnsi"/>
                <w:b/>
              </w:rPr>
              <w:t>Radioactive contamination</w:t>
            </w:r>
          </w:p>
        </w:tc>
        <w:tc>
          <w:tcPr>
            <w:tcW w:w="2790" w:type="dxa"/>
            <w:tcBorders>
              <w:top w:val="single" w:sz="4" w:space="0" w:color="403152" w:themeColor="accent4" w:themeShade="80"/>
              <w:left w:val="single" w:sz="4" w:space="0" w:color="403152" w:themeColor="accent4" w:themeShade="80"/>
              <w:bottom w:val="nil"/>
              <w:right w:val="single" w:sz="4" w:space="0" w:color="403152" w:themeColor="accent4" w:themeShade="80"/>
            </w:tcBorders>
            <w:shd w:val="clear" w:color="auto" w:fill="B2A1C7" w:themeFill="accent4" w:themeFillTint="99"/>
            <w:vAlign w:val="center"/>
          </w:tcPr>
          <w:p w:rsidR="00C30FD7" w:rsidRPr="00AC1978" w:rsidRDefault="00C30FD7" w:rsidP="00C30FD7">
            <w:pPr>
              <w:jc w:val="center"/>
              <w:rPr>
                <w:rFonts w:cstheme="minorHAnsi"/>
                <w:b/>
              </w:rPr>
            </w:pPr>
            <w:r>
              <w:rPr>
                <w:rFonts w:cstheme="minorHAnsi"/>
                <w:b/>
              </w:rPr>
              <w:t>Beta ionisation</w:t>
            </w:r>
          </w:p>
        </w:tc>
        <w:tc>
          <w:tcPr>
            <w:tcW w:w="2790" w:type="dxa"/>
            <w:tcBorders>
              <w:top w:val="single" w:sz="4" w:space="0" w:color="403152" w:themeColor="accent4" w:themeShade="80"/>
              <w:left w:val="single" w:sz="4" w:space="0" w:color="403152" w:themeColor="accent4" w:themeShade="80"/>
              <w:bottom w:val="nil"/>
              <w:right w:val="single" w:sz="4" w:space="0" w:color="403152" w:themeColor="accent4" w:themeShade="80"/>
            </w:tcBorders>
            <w:shd w:val="clear" w:color="auto" w:fill="B2A1C7" w:themeFill="accent4" w:themeFillTint="99"/>
            <w:vAlign w:val="center"/>
          </w:tcPr>
          <w:p w:rsidR="00C30FD7" w:rsidRPr="00D2452D" w:rsidRDefault="00C30FD7" w:rsidP="00C30FD7">
            <w:pPr>
              <w:jc w:val="center"/>
              <w:rPr>
                <w:rFonts w:cstheme="minorHAnsi"/>
                <w:b/>
              </w:rPr>
            </w:pPr>
            <w:r>
              <w:rPr>
                <w:rFonts w:cstheme="minorHAnsi"/>
                <w:b/>
              </w:rPr>
              <w:t>Irradiation</w:t>
            </w:r>
          </w:p>
        </w:tc>
        <w:tc>
          <w:tcPr>
            <w:tcW w:w="2790" w:type="dxa"/>
            <w:tcBorders>
              <w:top w:val="single" w:sz="4" w:space="0" w:color="403152" w:themeColor="accent4" w:themeShade="80"/>
              <w:left w:val="single" w:sz="4" w:space="0" w:color="403152" w:themeColor="accent4" w:themeShade="80"/>
              <w:bottom w:val="nil"/>
              <w:right w:val="single" w:sz="4" w:space="0" w:color="403152" w:themeColor="accent4" w:themeShade="80"/>
            </w:tcBorders>
            <w:shd w:val="clear" w:color="auto" w:fill="B2A1C7" w:themeFill="accent4" w:themeFillTint="99"/>
            <w:vAlign w:val="center"/>
          </w:tcPr>
          <w:p w:rsidR="00C30FD7" w:rsidRPr="00D2452D" w:rsidRDefault="0060653A" w:rsidP="00C30FD7">
            <w:pPr>
              <w:jc w:val="center"/>
              <w:rPr>
                <w:rFonts w:cstheme="minorHAnsi"/>
                <w:b/>
              </w:rPr>
            </w:pPr>
            <w:r>
              <w:rPr>
                <w:rFonts w:cstheme="minorHAnsi"/>
                <w:b/>
              </w:rPr>
              <w:t>Blocking paper</w:t>
            </w:r>
          </w:p>
        </w:tc>
      </w:tr>
      <w:tr w:rsidR="00C30FD7" w:rsidTr="00DE4DAC">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C30FD7" w:rsidRPr="00FC1013" w:rsidRDefault="005E75D9" w:rsidP="00C30FD7">
            <w:pPr>
              <w:jc w:val="center"/>
            </w:pPr>
            <w:r>
              <w:rPr>
                <w:noProof/>
                <w:lang w:eastAsia="en-GB"/>
              </w:rPr>
              <w:drawing>
                <wp:inline distT="0" distB="0" distL="0" distR="0">
                  <wp:extent cx="1518413" cy="2160000"/>
                  <wp:effectExtent l="19050" t="19050" r="24765"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EC4E5B.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18413"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403152" w:themeColor="accent4" w:themeShade="80"/>
            </w:tcBorders>
            <w:vAlign w:val="center"/>
          </w:tcPr>
          <w:p w:rsidR="00C30FD7" w:rsidRPr="00FC1013" w:rsidRDefault="00010EBF" w:rsidP="00C30FD7">
            <w:pPr>
              <w:jc w:val="center"/>
            </w:pPr>
            <w:r>
              <w:rPr>
                <w:noProof/>
                <w:lang w:eastAsia="en-GB"/>
              </w:rPr>
              <w:drawing>
                <wp:inline distT="0" distB="0" distL="0" distR="0">
                  <wp:extent cx="1520089" cy="2160000"/>
                  <wp:effectExtent l="19050" t="19050" r="23495" b="120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E45609.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403152" w:themeColor="accent4" w:themeShade="80"/>
              <w:bottom w:val="nil"/>
              <w:right w:val="single" w:sz="4" w:space="0" w:color="403152" w:themeColor="accent4" w:themeShade="80"/>
            </w:tcBorders>
            <w:vAlign w:val="center"/>
          </w:tcPr>
          <w:p w:rsidR="00C30FD7" w:rsidRPr="00FC1013" w:rsidRDefault="00C30FD7" w:rsidP="00C30FD7">
            <w:pPr>
              <w:jc w:val="center"/>
            </w:pPr>
            <w:r>
              <w:rPr>
                <w:noProof/>
                <w:lang w:eastAsia="en-GB"/>
              </w:rPr>
              <mc:AlternateContent>
                <mc:Choice Requires="wpg">
                  <w:drawing>
                    <wp:inline distT="0" distB="0" distL="0" distR="0" wp14:anchorId="1AA974E8" wp14:editId="71F69F80">
                      <wp:extent cx="1555359" cy="2179732"/>
                      <wp:effectExtent l="19050" t="19050" r="26035" b="11430"/>
                      <wp:docPr id="10" name="Group 10"/>
                      <wp:cNvGraphicFramePr/>
                      <a:graphic xmlns:a="http://schemas.openxmlformats.org/drawingml/2006/main">
                        <a:graphicData uri="http://schemas.microsoft.com/office/word/2010/wordprocessingGroup">
                          <wpg:wgp>
                            <wpg:cNvGrpSpPr/>
                            <wpg:grpSpPr>
                              <a:xfrm>
                                <a:off x="0" y="0"/>
                                <a:ext cx="1555359" cy="2179732"/>
                                <a:chOff x="0" y="0"/>
                                <a:chExt cx="1555359" cy="2179732"/>
                              </a:xfrm>
                            </wpg:grpSpPr>
                            <pic:pic xmlns:pic="http://schemas.openxmlformats.org/drawingml/2006/picture">
                              <pic:nvPicPr>
                                <pic:cNvPr id="5" name="Picture 5"/>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35169" y="20097"/>
                                  <a:ext cx="1520190" cy="2159635"/>
                                </a:xfrm>
                                <a:prstGeom prst="rect">
                                  <a:avLst/>
                                </a:prstGeom>
                                <a:ln w="6350">
                                  <a:solidFill>
                                    <a:schemeClr val="accent4">
                                      <a:lumMod val="50000"/>
                                    </a:schemeClr>
                                  </a:solidFill>
                                </a:ln>
                              </pic:spPr>
                            </pic:pic>
                            <pic:pic xmlns:pic="http://schemas.openxmlformats.org/drawingml/2006/picture">
                              <pic:nvPicPr>
                                <pic:cNvPr id="6" name="Picture 6"/>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0190" cy="2159635"/>
                                </a:xfrm>
                                <a:prstGeom prst="rect">
                                  <a:avLst/>
                                </a:prstGeom>
                                <a:ln w="6350">
                                  <a:solidFill>
                                    <a:schemeClr val="accent4">
                                      <a:lumMod val="50000"/>
                                    </a:schemeClr>
                                  </a:solidFill>
                                </a:ln>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B288D0E" id="Group 10" o:spid="_x0000_s1026" style="width:122.45pt;height:171.65pt;mso-position-horizontal-relative:char;mso-position-vertical-relative:line" coordsize="15553,21797"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351;top:200;width:15202;height:215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" stroked="t" strokecolor="#3f3151 [1607]" strokeweight=".5pt">
                        <v:imagedata r:id="rId16" o:title=""/>
                        <v:path arrowok="t"/>
                      </v:shape>
                      <v:shape id="Picture 6" o:spid="_x0000_s1028" type="#_x0000_t75" style="position:absolute;width:15201;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" stroked="t" strokecolor="#3f3151 [1607]" strokeweight=".5pt">
                        <v:imagedata r:id="rId16" o:title=""/>
                        <v:path arrowok="t"/>
                      </v:shape>
                      <w10:anchorlock/>
                    </v:group>
                  </w:pict>
                </mc:Fallback>
              </mc:AlternateContent>
            </w:r>
          </w:p>
        </w:tc>
        <w:tc>
          <w:tcPr>
            <w:tcW w:w="2790" w:type="dxa"/>
            <w:tcBorders>
              <w:top w:val="nil"/>
              <w:left w:val="single" w:sz="4" w:space="0" w:color="403152" w:themeColor="accent4" w:themeShade="80"/>
              <w:bottom w:val="nil"/>
              <w:right w:val="single" w:sz="4" w:space="0" w:color="403152" w:themeColor="accent4" w:themeShade="80"/>
            </w:tcBorders>
            <w:vAlign w:val="center"/>
          </w:tcPr>
          <w:p w:rsidR="00C30FD7" w:rsidRPr="00FC1013" w:rsidRDefault="00C30FD7" w:rsidP="00C30FD7">
            <w:pPr>
              <w:jc w:val="center"/>
            </w:pPr>
            <w:r>
              <w:rPr>
                <w:noProof/>
                <w:lang w:eastAsia="en-GB"/>
              </w:rPr>
              <mc:AlternateContent>
                <mc:Choice Requires="wpg">
                  <w:drawing>
                    <wp:inline distT="0" distB="0" distL="0" distR="0" wp14:anchorId="1D51ECAF" wp14:editId="6AF1C0BA">
                      <wp:extent cx="1560364" cy="2179731"/>
                      <wp:effectExtent l="19050" t="19050" r="20955" b="11430"/>
                      <wp:docPr id="14" name="Group 14"/>
                      <wp:cNvGraphicFramePr/>
                      <a:graphic xmlns:a="http://schemas.openxmlformats.org/drawingml/2006/main">
                        <a:graphicData uri="http://schemas.microsoft.com/office/word/2010/wordprocessingGroup">
                          <wpg:wgp>
                            <wpg:cNvGrpSpPr/>
                            <wpg:grpSpPr>
                              <a:xfrm>
                                <a:off x="0" y="0"/>
                                <a:ext cx="1560364" cy="2179731"/>
                                <a:chOff x="0" y="0"/>
                                <a:chExt cx="1560364" cy="2179731"/>
                              </a:xfrm>
                            </wpg:grpSpPr>
                            <pic:pic xmlns:pic="http://schemas.openxmlformats.org/drawingml/2006/picture">
                              <pic:nvPicPr>
                                <pic:cNvPr id="12" name="Picture 12"/>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36999" y="20096"/>
                                  <a:ext cx="1523365" cy="2159635"/>
                                </a:xfrm>
                                <a:prstGeom prst="rect">
                                  <a:avLst/>
                                </a:prstGeom>
                                <a:ln w="6350">
                                  <a:solidFill>
                                    <a:schemeClr val="accent4">
                                      <a:lumMod val="50000"/>
                                    </a:schemeClr>
                                  </a:solidFill>
                                </a:ln>
                              </pic:spPr>
                            </pic:pic>
                            <pic:pic xmlns:pic="http://schemas.openxmlformats.org/drawingml/2006/picture">
                              <pic:nvPicPr>
                                <pic:cNvPr id="13" name="Picture 13"/>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3365" cy="2159635"/>
                                </a:xfrm>
                                <a:prstGeom prst="rect">
                                  <a:avLst/>
                                </a:prstGeom>
                                <a:ln w="6350">
                                  <a:solidFill>
                                    <a:schemeClr val="accent4">
                                      <a:lumMod val="50000"/>
                                    </a:schemeClr>
                                  </a:solidFill>
                                </a:ln>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5BC5186" id="Group 14" o:spid="_x0000_s1026" style="width:122.85pt;height:171.65pt;mso-position-horizontal-relative:char;mso-position-vertical-relative:line" coordsize="15603,217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">
                      <v:shape id="Picture 12" o:spid="_x0000_s1027" type="#_x0000_t75" style="position:absolute;left:369;top:200;width:15234;height:215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" stroked="t" strokecolor="#3f3151 [1607]" strokeweight=".5pt">
                        <v:imagedata r:id="rId18" o:title=""/>
                        <v:path arrowok="t"/>
                      </v:shape>
                      <v:shape id="Picture 13" o:spid="_x0000_s1028" type="#_x0000_t75" style="position:absolute;width:15233;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" stroked="t" strokecolor="#3f3151 [1607]" strokeweight=".5pt">
                        <v:imagedata r:id="rId18" o:title=""/>
                        <v:path arrowok="t"/>
                      </v:shape>
                      <w10:anchorlock/>
                    </v:group>
                  </w:pict>
                </mc:Fallback>
              </mc:AlternateContent>
            </w:r>
          </w:p>
        </w:tc>
        <w:tc>
          <w:tcPr>
            <w:tcW w:w="2790" w:type="dxa"/>
            <w:tcBorders>
              <w:top w:val="nil"/>
              <w:left w:val="single" w:sz="4" w:space="0" w:color="403152" w:themeColor="accent4" w:themeShade="80"/>
              <w:bottom w:val="nil"/>
              <w:right w:val="single" w:sz="4" w:space="0" w:color="403152" w:themeColor="accent4" w:themeShade="80"/>
            </w:tcBorders>
            <w:shd w:val="clear" w:color="auto" w:fill="auto"/>
            <w:vAlign w:val="center"/>
          </w:tcPr>
          <w:p w:rsidR="00C30FD7" w:rsidRPr="00FC1013" w:rsidRDefault="004E501B" w:rsidP="0060653A">
            <w:pPr>
              <w:jc w:val="center"/>
            </w:pPr>
            <w:r>
              <w:rPr>
                <w:noProof/>
                <w:lang w:eastAsia="en-GB"/>
              </w:rPr>
              <w:drawing>
                <wp:inline distT="0" distB="0" distL="0" distR="0">
                  <wp:extent cx="1523918" cy="2160000"/>
                  <wp:effectExtent l="19050" t="19050" r="19685"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EC8D89.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23918" cy="2160000"/>
                          </a:xfrm>
                          <a:prstGeom prst="rect">
                            <a:avLst/>
                          </a:prstGeom>
                          <a:ln w="6350">
                            <a:solidFill>
                              <a:schemeClr val="accent4">
                                <a:lumMod val="50000"/>
                              </a:schemeClr>
                            </a:solidFill>
                          </a:ln>
                        </pic:spPr>
                      </pic:pic>
                    </a:graphicData>
                  </a:graphic>
                </wp:inline>
              </w:drawing>
            </w:r>
          </w:p>
        </w:tc>
      </w:tr>
      <w:tr w:rsidR="00C30FD7" w:rsidTr="00C30FD7">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C30FD7" w:rsidRPr="00FC1013" w:rsidRDefault="004D24EE" w:rsidP="00C30FD7">
            <w:pPr>
              <w:spacing w:after="120" w:line="276" w:lineRule="auto"/>
              <w:jc w:val="center"/>
            </w:pPr>
            <w:r>
              <w:t>Simple multiple choice</w:t>
            </w:r>
          </w:p>
        </w:tc>
        <w:tc>
          <w:tcPr>
            <w:tcW w:w="2789" w:type="dxa"/>
            <w:tcBorders>
              <w:top w:val="nil"/>
              <w:left w:val="single" w:sz="4" w:space="0" w:color="5F497A" w:themeColor="accent4" w:themeShade="BF"/>
              <w:bottom w:val="single" w:sz="4" w:space="0" w:color="5F497A" w:themeColor="accent4" w:themeShade="BF"/>
              <w:right w:val="single" w:sz="4" w:space="0" w:color="403152" w:themeColor="accent4" w:themeShade="80"/>
            </w:tcBorders>
            <w:shd w:val="clear" w:color="auto" w:fill="E5DFEC" w:themeFill="accent4" w:themeFillTint="33"/>
            <w:vAlign w:val="center"/>
          </w:tcPr>
          <w:p w:rsidR="00C30FD7" w:rsidRPr="00FC1013" w:rsidRDefault="0048248E" w:rsidP="00C30FD7">
            <w:pPr>
              <w:spacing w:after="120" w:line="276" w:lineRule="auto"/>
              <w:jc w:val="center"/>
            </w:pPr>
            <w:r>
              <w:t>Two tier multiple choice</w:t>
            </w:r>
          </w:p>
        </w:tc>
        <w:tc>
          <w:tcPr>
            <w:tcW w:w="2790" w:type="dxa"/>
            <w:tcBorders>
              <w:top w:val="nil"/>
              <w:left w:val="single" w:sz="4" w:space="0" w:color="403152" w:themeColor="accent4" w:themeShade="80"/>
              <w:bottom w:val="single" w:sz="4" w:space="0" w:color="403152" w:themeColor="accent4" w:themeShade="80"/>
              <w:right w:val="single" w:sz="4" w:space="0" w:color="403152" w:themeColor="accent4" w:themeShade="80"/>
            </w:tcBorders>
            <w:shd w:val="clear" w:color="auto" w:fill="B2A1C7" w:themeFill="accent4" w:themeFillTint="99"/>
            <w:vAlign w:val="center"/>
          </w:tcPr>
          <w:p w:rsidR="00C30FD7" w:rsidRPr="00FC1013" w:rsidRDefault="00C30FD7" w:rsidP="00C30FD7">
            <w:pPr>
              <w:spacing w:after="120" w:line="276" w:lineRule="auto"/>
              <w:jc w:val="center"/>
            </w:pPr>
            <w:r>
              <w:t>Explanation story</w:t>
            </w:r>
          </w:p>
        </w:tc>
        <w:tc>
          <w:tcPr>
            <w:tcW w:w="2790" w:type="dxa"/>
            <w:tcBorders>
              <w:top w:val="nil"/>
              <w:left w:val="single" w:sz="4" w:space="0" w:color="403152" w:themeColor="accent4" w:themeShade="80"/>
              <w:bottom w:val="single" w:sz="4" w:space="0" w:color="403152" w:themeColor="accent4" w:themeShade="80"/>
              <w:right w:val="single" w:sz="4" w:space="0" w:color="403152" w:themeColor="accent4" w:themeShade="80"/>
            </w:tcBorders>
            <w:shd w:val="clear" w:color="auto" w:fill="B2A1C7" w:themeFill="accent4" w:themeFillTint="99"/>
            <w:vAlign w:val="center"/>
          </w:tcPr>
          <w:p w:rsidR="00C30FD7" w:rsidRPr="00FC1013" w:rsidRDefault="00C30FD7" w:rsidP="00C30FD7">
            <w:pPr>
              <w:spacing w:after="120" w:line="276" w:lineRule="auto"/>
              <w:jc w:val="center"/>
            </w:pPr>
            <w:r>
              <w:t>Talking heads</w:t>
            </w:r>
          </w:p>
        </w:tc>
        <w:tc>
          <w:tcPr>
            <w:tcW w:w="2790" w:type="dxa"/>
            <w:tcBorders>
              <w:top w:val="nil"/>
              <w:left w:val="single" w:sz="4" w:space="0" w:color="403152" w:themeColor="accent4" w:themeShade="80"/>
              <w:bottom w:val="single" w:sz="4" w:space="0" w:color="403152" w:themeColor="accent4" w:themeShade="80"/>
              <w:right w:val="single" w:sz="4" w:space="0" w:color="403152" w:themeColor="accent4" w:themeShade="80"/>
            </w:tcBorders>
            <w:shd w:val="clear" w:color="auto" w:fill="B2A1C7" w:themeFill="accent4" w:themeFillTint="99"/>
            <w:vAlign w:val="center"/>
          </w:tcPr>
          <w:p w:rsidR="00C30FD7" w:rsidRPr="00FC1013" w:rsidRDefault="0060653A" w:rsidP="00C30FD7">
            <w:pPr>
              <w:spacing w:after="120" w:line="276" w:lineRule="auto"/>
              <w:jc w:val="center"/>
            </w:pPr>
            <w:r>
              <w:t>PEOE</w:t>
            </w:r>
          </w:p>
        </w:tc>
      </w:tr>
    </w:tbl>
    <w:p w:rsidR="00C910AC" w:rsidRDefault="00C910AC">
      <w:pPr>
        <w:spacing w:after="200" w:line="276" w:lineRule="auto"/>
        <w:rPr>
          <w:b/>
          <w:color w:val="5F497A" w:themeColor="accent4" w:themeShade="BF"/>
          <w:sz w:val="24"/>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9"/>
        <w:gridCol w:w="2789"/>
        <w:gridCol w:w="2790"/>
        <w:gridCol w:w="2790"/>
        <w:gridCol w:w="2790"/>
      </w:tblGrid>
      <w:tr w:rsidR="004D24EE" w:rsidRPr="00D2452D" w:rsidTr="004D24EE">
        <w:trPr>
          <w:trHeight w:hRule="exact" w:val="340"/>
        </w:trPr>
        <w:tc>
          <w:tcPr>
            <w:tcW w:w="2789" w:type="dxa"/>
            <w:tcBorders>
              <w:top w:val="single" w:sz="4" w:space="0" w:color="5F497A" w:themeColor="accent4" w:themeShade="BF"/>
              <w:left w:val="single" w:sz="4" w:space="0" w:color="5F497A" w:themeColor="accent4" w:themeShade="BF"/>
              <w:right w:val="single" w:sz="4" w:space="0" w:color="5F497A" w:themeColor="accent4" w:themeShade="BF"/>
            </w:tcBorders>
            <w:shd w:val="clear" w:color="auto" w:fill="B2A1C7" w:themeFill="accent4" w:themeFillTint="99"/>
            <w:vAlign w:val="center"/>
          </w:tcPr>
          <w:p w:rsidR="00C30FD7" w:rsidRPr="00E73EEF" w:rsidRDefault="006B7674" w:rsidP="00B95B81">
            <w:pPr>
              <w:jc w:val="center"/>
              <w:rPr>
                <w:rFonts w:cstheme="minorHAnsi"/>
                <w:b/>
              </w:rPr>
            </w:pPr>
            <w:r>
              <w:rPr>
                <w:rFonts w:cstheme="minorHAnsi"/>
                <w:b/>
              </w:rPr>
              <w:lastRenderedPageBreak/>
              <w:t>Fukushima</w:t>
            </w:r>
          </w:p>
        </w:tc>
        <w:tc>
          <w:tcPr>
            <w:tcW w:w="2789" w:type="dxa"/>
            <w:tcBorders>
              <w:left w:val="single" w:sz="4" w:space="0" w:color="5F497A" w:themeColor="accent4" w:themeShade="BF"/>
            </w:tcBorders>
            <w:shd w:val="clear" w:color="auto" w:fill="auto"/>
            <w:vAlign w:val="center"/>
          </w:tcPr>
          <w:p w:rsidR="00C30FD7" w:rsidRPr="00B5392B" w:rsidRDefault="00C30FD7" w:rsidP="00B95B81">
            <w:pPr>
              <w:jc w:val="center"/>
              <w:rPr>
                <w:rFonts w:cstheme="minorHAnsi"/>
                <w:b/>
              </w:rPr>
            </w:pPr>
          </w:p>
        </w:tc>
        <w:tc>
          <w:tcPr>
            <w:tcW w:w="2790" w:type="dxa"/>
            <w:shd w:val="clear" w:color="auto" w:fill="auto"/>
            <w:vAlign w:val="center"/>
          </w:tcPr>
          <w:p w:rsidR="00C30FD7" w:rsidRPr="00B5392B" w:rsidRDefault="00C30FD7" w:rsidP="00B95B81">
            <w:pPr>
              <w:jc w:val="center"/>
              <w:rPr>
                <w:rFonts w:cstheme="minorHAnsi"/>
                <w:b/>
              </w:rPr>
            </w:pPr>
          </w:p>
        </w:tc>
        <w:tc>
          <w:tcPr>
            <w:tcW w:w="2790" w:type="dxa"/>
            <w:shd w:val="clear" w:color="auto" w:fill="auto"/>
            <w:vAlign w:val="center"/>
          </w:tcPr>
          <w:p w:rsidR="00C30FD7" w:rsidRPr="00B5392B" w:rsidRDefault="00C30FD7" w:rsidP="00B95B81">
            <w:pPr>
              <w:jc w:val="center"/>
              <w:rPr>
                <w:rFonts w:cstheme="minorHAnsi"/>
                <w:b/>
              </w:rPr>
            </w:pPr>
          </w:p>
        </w:tc>
        <w:tc>
          <w:tcPr>
            <w:tcW w:w="2790" w:type="dxa"/>
            <w:shd w:val="clear" w:color="auto" w:fill="auto"/>
            <w:vAlign w:val="center"/>
          </w:tcPr>
          <w:p w:rsidR="00C30FD7" w:rsidRPr="00B5392B" w:rsidRDefault="00C30FD7" w:rsidP="00B95B81">
            <w:pPr>
              <w:jc w:val="center"/>
              <w:rPr>
                <w:rFonts w:cstheme="minorHAnsi"/>
                <w:b/>
              </w:rPr>
            </w:pPr>
          </w:p>
        </w:tc>
      </w:tr>
      <w:tr w:rsidR="00C30FD7" w:rsidTr="004D24EE">
        <w:trPr>
          <w:trHeight w:hRule="exact" w:val="3515"/>
        </w:trPr>
        <w:tc>
          <w:tcPr>
            <w:tcW w:w="2789" w:type="dxa"/>
            <w:tcBorders>
              <w:left w:val="single" w:sz="4" w:space="0" w:color="5F497A" w:themeColor="accent4" w:themeShade="BF"/>
              <w:right w:val="single" w:sz="4" w:space="0" w:color="5F497A" w:themeColor="accent4" w:themeShade="BF"/>
            </w:tcBorders>
            <w:vAlign w:val="center"/>
          </w:tcPr>
          <w:p w:rsidR="00C30FD7" w:rsidRPr="00E73EEF" w:rsidRDefault="007D74DB" w:rsidP="00B95B81">
            <w:pPr>
              <w:jc w:val="center"/>
              <w:rPr>
                <w:b/>
                <w:sz w:val="24"/>
              </w:rPr>
            </w:pPr>
            <w:r>
              <w:rPr>
                <w:b/>
                <w:noProof/>
                <w:sz w:val="24"/>
                <w:lang w:eastAsia="en-GB"/>
              </w:rPr>
              <mc:AlternateContent>
                <mc:Choice Requires="wpg">
                  <w:drawing>
                    <wp:inline distT="0" distB="0" distL="0" distR="0">
                      <wp:extent cx="1555750" cy="2181860"/>
                      <wp:effectExtent l="19050" t="19050" r="25400" b="27940"/>
                      <wp:docPr id="21" name="Group 21"/>
                      <wp:cNvGraphicFramePr/>
                      <a:graphic xmlns:a="http://schemas.openxmlformats.org/drawingml/2006/main">
                        <a:graphicData uri="http://schemas.microsoft.com/office/word/2010/wordprocessingGroup">
                          <wpg:wgp>
                            <wpg:cNvGrpSpPr/>
                            <wpg:grpSpPr>
                              <a:xfrm>
                                <a:off x="0" y="0"/>
                                <a:ext cx="1555750" cy="2181860"/>
                                <a:chOff x="0" y="0"/>
                                <a:chExt cx="1555750" cy="2181860"/>
                              </a:xfrm>
                            </wpg:grpSpPr>
                            <pic:pic xmlns:pic="http://schemas.openxmlformats.org/drawingml/2006/picture">
                              <pic:nvPicPr>
                                <pic:cNvPr id="19" name="Picture 19"/>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31750" y="22225"/>
                                  <a:ext cx="1524000" cy="2159635"/>
                                </a:xfrm>
                                <a:prstGeom prst="rect">
                                  <a:avLst/>
                                </a:prstGeom>
                                <a:ln w="6350">
                                  <a:solidFill>
                                    <a:schemeClr val="accent4">
                                      <a:lumMod val="50000"/>
                                    </a:schemeClr>
                                  </a:solidFill>
                                </a:ln>
                              </pic:spPr>
                            </pic:pic>
                            <pic:pic xmlns:pic="http://schemas.openxmlformats.org/drawingml/2006/picture">
                              <pic:nvPicPr>
                                <pic:cNvPr id="20" name="Picture 20"/>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24000" cy="2159635"/>
                                </a:xfrm>
                                <a:prstGeom prst="rect">
                                  <a:avLst/>
                                </a:prstGeom>
                                <a:ln w="6350">
                                  <a:solidFill>
                                    <a:schemeClr val="accent4">
                                      <a:lumMod val="50000"/>
                                    </a:schemeClr>
                                  </a:solidFill>
                                </a:ln>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5F9646C" id="Group 21" o:spid="_x0000_s1026" style="width:122.5pt;height:171.8pt;mso-position-horizontal-relative:char;mso-position-vertical-relative:line" coordsize="15557,218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">
                      <v:shape id="Picture 19" o:spid="_x0000_s1027" type="#_x0000_t75" style="position:absolute;left:317;top:222;width:15240;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" stroked="t" strokecolor="#3f3151 [1607]" strokeweight=".5pt">
                        <v:imagedata r:id="rId21" o:title=""/>
                        <v:path arrowok="t"/>
                      </v:shape>
                      <v:shape id="Picture 20" o:spid="_x0000_s1028" type="#_x0000_t75" style="position:absolute;width:15240;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" stroked="t" strokecolor="#3f3151 [1607]" strokeweight=".5pt">
                        <v:imagedata r:id="rId21" o:title=""/>
                        <v:path arrowok="t"/>
                      </v:shape>
                      <w10:anchorlock/>
                    </v:group>
                  </w:pict>
                </mc:Fallback>
              </mc:AlternateContent>
            </w:r>
          </w:p>
        </w:tc>
        <w:tc>
          <w:tcPr>
            <w:tcW w:w="2789" w:type="dxa"/>
            <w:tcBorders>
              <w:left w:val="single" w:sz="4" w:space="0" w:color="5F497A" w:themeColor="accent4" w:themeShade="BF"/>
            </w:tcBorders>
            <w:shd w:val="clear" w:color="auto" w:fill="auto"/>
            <w:vAlign w:val="center"/>
          </w:tcPr>
          <w:p w:rsidR="00C30FD7" w:rsidRDefault="00C30FD7" w:rsidP="00B95B81">
            <w:pPr>
              <w:jc w:val="center"/>
              <w:rPr>
                <w:b/>
                <w:color w:val="5F497A" w:themeColor="accent4" w:themeShade="BF"/>
                <w:sz w:val="24"/>
              </w:rPr>
            </w:pPr>
          </w:p>
        </w:tc>
        <w:tc>
          <w:tcPr>
            <w:tcW w:w="2790" w:type="dxa"/>
            <w:shd w:val="clear" w:color="auto" w:fill="auto"/>
            <w:vAlign w:val="center"/>
          </w:tcPr>
          <w:p w:rsidR="00C30FD7" w:rsidRDefault="00C30FD7" w:rsidP="00B95B81">
            <w:pPr>
              <w:jc w:val="center"/>
              <w:rPr>
                <w:b/>
                <w:color w:val="5F497A" w:themeColor="accent4" w:themeShade="BF"/>
                <w:sz w:val="24"/>
              </w:rPr>
            </w:pPr>
          </w:p>
        </w:tc>
        <w:tc>
          <w:tcPr>
            <w:tcW w:w="2790" w:type="dxa"/>
            <w:shd w:val="clear" w:color="auto" w:fill="auto"/>
            <w:vAlign w:val="center"/>
          </w:tcPr>
          <w:p w:rsidR="00C30FD7" w:rsidRDefault="00C30FD7" w:rsidP="00B95B81">
            <w:pPr>
              <w:jc w:val="center"/>
              <w:rPr>
                <w:b/>
                <w:color w:val="5F497A" w:themeColor="accent4" w:themeShade="BF"/>
                <w:sz w:val="24"/>
              </w:rPr>
            </w:pPr>
          </w:p>
        </w:tc>
        <w:tc>
          <w:tcPr>
            <w:tcW w:w="2790" w:type="dxa"/>
            <w:shd w:val="clear" w:color="auto" w:fill="auto"/>
            <w:vAlign w:val="center"/>
          </w:tcPr>
          <w:p w:rsidR="00C30FD7" w:rsidRDefault="00C30FD7" w:rsidP="00B95B81">
            <w:pPr>
              <w:jc w:val="center"/>
              <w:rPr>
                <w:b/>
                <w:color w:val="5F497A" w:themeColor="accent4" w:themeShade="BF"/>
                <w:sz w:val="24"/>
              </w:rPr>
            </w:pPr>
          </w:p>
        </w:tc>
      </w:tr>
      <w:tr w:rsidR="004D24EE" w:rsidTr="004D24EE">
        <w:trPr>
          <w:trHeight w:hRule="exact" w:val="454"/>
        </w:trPr>
        <w:tc>
          <w:tcPr>
            <w:tcW w:w="2789" w:type="dxa"/>
            <w:tcBorders>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rsidR="00C30FD7" w:rsidRPr="00B5392B" w:rsidRDefault="00DC3DB9" w:rsidP="00B95B81">
            <w:pPr>
              <w:spacing w:after="120" w:line="276" w:lineRule="auto"/>
              <w:jc w:val="center"/>
            </w:pPr>
            <w:r>
              <w:t>Talking heads</w:t>
            </w:r>
          </w:p>
        </w:tc>
        <w:tc>
          <w:tcPr>
            <w:tcW w:w="2789" w:type="dxa"/>
            <w:tcBorders>
              <w:left w:val="single" w:sz="4" w:space="0" w:color="5F497A" w:themeColor="accent4" w:themeShade="BF"/>
            </w:tcBorders>
            <w:shd w:val="clear" w:color="auto" w:fill="auto"/>
            <w:vAlign w:val="center"/>
          </w:tcPr>
          <w:p w:rsidR="00C30FD7" w:rsidRPr="00B5392B" w:rsidRDefault="00C30FD7" w:rsidP="00B95B81">
            <w:pPr>
              <w:spacing w:after="120" w:line="276" w:lineRule="auto"/>
              <w:jc w:val="center"/>
            </w:pPr>
          </w:p>
        </w:tc>
        <w:tc>
          <w:tcPr>
            <w:tcW w:w="2790" w:type="dxa"/>
            <w:shd w:val="clear" w:color="auto" w:fill="auto"/>
            <w:vAlign w:val="center"/>
          </w:tcPr>
          <w:p w:rsidR="00C30FD7" w:rsidRPr="00B5392B" w:rsidRDefault="00C30FD7" w:rsidP="00B95B81">
            <w:pPr>
              <w:spacing w:after="120" w:line="276" w:lineRule="auto"/>
              <w:jc w:val="center"/>
            </w:pPr>
          </w:p>
        </w:tc>
        <w:tc>
          <w:tcPr>
            <w:tcW w:w="2790" w:type="dxa"/>
            <w:shd w:val="clear" w:color="auto" w:fill="auto"/>
            <w:vAlign w:val="center"/>
          </w:tcPr>
          <w:p w:rsidR="00C30FD7" w:rsidRPr="00B5392B" w:rsidRDefault="00C30FD7" w:rsidP="00B95B81">
            <w:pPr>
              <w:spacing w:after="120" w:line="276" w:lineRule="auto"/>
              <w:jc w:val="center"/>
            </w:pPr>
          </w:p>
        </w:tc>
        <w:tc>
          <w:tcPr>
            <w:tcW w:w="2790" w:type="dxa"/>
            <w:shd w:val="clear" w:color="auto" w:fill="auto"/>
            <w:vAlign w:val="center"/>
          </w:tcPr>
          <w:p w:rsidR="00C30FD7" w:rsidRPr="00B5392B" w:rsidRDefault="00C30FD7" w:rsidP="00B95B81">
            <w:pPr>
              <w:spacing w:after="120" w:line="276" w:lineRule="auto"/>
              <w:jc w:val="center"/>
            </w:pPr>
          </w:p>
        </w:tc>
      </w:tr>
      <w:tr w:rsidR="004D24EE" w:rsidRPr="00D2452D" w:rsidTr="004D24EE">
        <w:trPr>
          <w:trHeight w:hRule="exact" w:val="340"/>
        </w:trPr>
        <w:tc>
          <w:tcPr>
            <w:tcW w:w="2789" w:type="dxa"/>
            <w:tcBorders>
              <w:top w:val="single" w:sz="4" w:space="0" w:color="5F497A" w:themeColor="accent4" w:themeShade="BF"/>
            </w:tcBorders>
            <w:shd w:val="clear" w:color="auto" w:fill="auto"/>
            <w:vAlign w:val="center"/>
          </w:tcPr>
          <w:p w:rsidR="00C30FD7" w:rsidRPr="00AC1978" w:rsidRDefault="00C30FD7" w:rsidP="00B95B81">
            <w:pPr>
              <w:spacing w:line="276" w:lineRule="auto"/>
              <w:jc w:val="center"/>
              <w:rPr>
                <w:b/>
              </w:rPr>
            </w:pPr>
          </w:p>
        </w:tc>
        <w:tc>
          <w:tcPr>
            <w:tcW w:w="2789" w:type="dxa"/>
            <w:shd w:val="clear" w:color="auto" w:fill="auto"/>
            <w:vAlign w:val="center"/>
          </w:tcPr>
          <w:p w:rsidR="00C30FD7" w:rsidRPr="00AC1978" w:rsidRDefault="00C30FD7" w:rsidP="00B95B81">
            <w:pPr>
              <w:jc w:val="center"/>
              <w:rPr>
                <w:rFonts w:cstheme="minorHAnsi"/>
                <w:b/>
              </w:rPr>
            </w:pPr>
          </w:p>
        </w:tc>
        <w:tc>
          <w:tcPr>
            <w:tcW w:w="2790" w:type="dxa"/>
            <w:shd w:val="clear" w:color="auto" w:fill="auto"/>
            <w:vAlign w:val="center"/>
          </w:tcPr>
          <w:p w:rsidR="00C30FD7" w:rsidRPr="00AC1978" w:rsidRDefault="00C30FD7" w:rsidP="00B95B81">
            <w:pPr>
              <w:jc w:val="center"/>
              <w:rPr>
                <w:rFonts w:cstheme="minorHAnsi"/>
                <w:b/>
              </w:rPr>
            </w:pPr>
          </w:p>
        </w:tc>
        <w:tc>
          <w:tcPr>
            <w:tcW w:w="2790" w:type="dxa"/>
            <w:shd w:val="clear" w:color="auto" w:fill="auto"/>
            <w:vAlign w:val="center"/>
          </w:tcPr>
          <w:p w:rsidR="00C30FD7" w:rsidRPr="00D2452D" w:rsidRDefault="00C30FD7" w:rsidP="00B95B81">
            <w:pPr>
              <w:jc w:val="center"/>
              <w:rPr>
                <w:rFonts w:cstheme="minorHAnsi"/>
                <w:b/>
              </w:rPr>
            </w:pPr>
          </w:p>
        </w:tc>
        <w:tc>
          <w:tcPr>
            <w:tcW w:w="2790" w:type="dxa"/>
            <w:shd w:val="clear" w:color="auto" w:fill="auto"/>
            <w:vAlign w:val="center"/>
          </w:tcPr>
          <w:p w:rsidR="00C30FD7" w:rsidRPr="00D2452D" w:rsidRDefault="00C30FD7" w:rsidP="00B95B81">
            <w:pPr>
              <w:jc w:val="center"/>
              <w:rPr>
                <w:rFonts w:cstheme="minorHAnsi"/>
                <w:b/>
              </w:rPr>
            </w:pPr>
          </w:p>
        </w:tc>
      </w:tr>
      <w:tr w:rsidR="00C30FD7" w:rsidTr="004D24EE">
        <w:trPr>
          <w:trHeight w:hRule="exact" w:val="3515"/>
        </w:trPr>
        <w:tc>
          <w:tcPr>
            <w:tcW w:w="2789" w:type="dxa"/>
            <w:shd w:val="clear" w:color="auto" w:fill="auto"/>
            <w:vAlign w:val="center"/>
          </w:tcPr>
          <w:p w:rsidR="00C30FD7" w:rsidRPr="00FC1013" w:rsidRDefault="00C30FD7" w:rsidP="00B95B81">
            <w:pPr>
              <w:jc w:val="center"/>
            </w:pPr>
          </w:p>
        </w:tc>
        <w:tc>
          <w:tcPr>
            <w:tcW w:w="2789" w:type="dxa"/>
            <w:shd w:val="clear" w:color="auto" w:fill="auto"/>
            <w:vAlign w:val="center"/>
          </w:tcPr>
          <w:p w:rsidR="00C30FD7" w:rsidRPr="00FC1013" w:rsidRDefault="00C30FD7" w:rsidP="00B95B81">
            <w:pPr>
              <w:jc w:val="center"/>
            </w:pPr>
          </w:p>
        </w:tc>
        <w:tc>
          <w:tcPr>
            <w:tcW w:w="2790" w:type="dxa"/>
            <w:shd w:val="clear" w:color="auto" w:fill="auto"/>
            <w:vAlign w:val="center"/>
          </w:tcPr>
          <w:p w:rsidR="00C30FD7" w:rsidRPr="00FC1013" w:rsidRDefault="00C30FD7" w:rsidP="00B95B81">
            <w:pPr>
              <w:jc w:val="center"/>
            </w:pPr>
          </w:p>
        </w:tc>
        <w:tc>
          <w:tcPr>
            <w:tcW w:w="2790" w:type="dxa"/>
            <w:shd w:val="clear" w:color="auto" w:fill="auto"/>
            <w:vAlign w:val="center"/>
          </w:tcPr>
          <w:p w:rsidR="00C30FD7" w:rsidRPr="00FC1013" w:rsidRDefault="00C30FD7" w:rsidP="00B95B81">
            <w:pPr>
              <w:jc w:val="center"/>
            </w:pPr>
          </w:p>
        </w:tc>
        <w:tc>
          <w:tcPr>
            <w:tcW w:w="2790" w:type="dxa"/>
            <w:shd w:val="clear" w:color="auto" w:fill="auto"/>
            <w:vAlign w:val="center"/>
          </w:tcPr>
          <w:p w:rsidR="00C30FD7" w:rsidRPr="00FC1013" w:rsidRDefault="00C30FD7" w:rsidP="00B95B81"/>
        </w:tc>
      </w:tr>
      <w:tr w:rsidR="00C30FD7" w:rsidTr="004D24EE">
        <w:trPr>
          <w:trHeight w:hRule="exact" w:val="454"/>
        </w:trPr>
        <w:tc>
          <w:tcPr>
            <w:tcW w:w="2789" w:type="dxa"/>
            <w:shd w:val="clear" w:color="auto" w:fill="auto"/>
            <w:vAlign w:val="center"/>
          </w:tcPr>
          <w:p w:rsidR="00C30FD7" w:rsidRPr="00FC1013" w:rsidRDefault="00C30FD7" w:rsidP="00B95B81">
            <w:pPr>
              <w:spacing w:after="120" w:line="276" w:lineRule="auto"/>
              <w:jc w:val="center"/>
            </w:pPr>
          </w:p>
        </w:tc>
        <w:tc>
          <w:tcPr>
            <w:tcW w:w="2789" w:type="dxa"/>
            <w:shd w:val="clear" w:color="auto" w:fill="auto"/>
            <w:vAlign w:val="center"/>
          </w:tcPr>
          <w:p w:rsidR="00C30FD7" w:rsidRPr="00FC1013" w:rsidRDefault="00C30FD7" w:rsidP="00B95B81">
            <w:pPr>
              <w:spacing w:after="120" w:line="276" w:lineRule="auto"/>
              <w:jc w:val="center"/>
            </w:pPr>
          </w:p>
        </w:tc>
        <w:tc>
          <w:tcPr>
            <w:tcW w:w="2790" w:type="dxa"/>
            <w:shd w:val="clear" w:color="auto" w:fill="auto"/>
            <w:vAlign w:val="center"/>
          </w:tcPr>
          <w:p w:rsidR="00C30FD7" w:rsidRPr="00FC1013" w:rsidRDefault="00C30FD7" w:rsidP="00B95B81">
            <w:pPr>
              <w:spacing w:after="120" w:line="276" w:lineRule="auto"/>
              <w:jc w:val="center"/>
            </w:pPr>
          </w:p>
        </w:tc>
        <w:tc>
          <w:tcPr>
            <w:tcW w:w="2790" w:type="dxa"/>
            <w:shd w:val="clear" w:color="auto" w:fill="auto"/>
            <w:vAlign w:val="center"/>
          </w:tcPr>
          <w:p w:rsidR="00C30FD7" w:rsidRPr="00FC1013" w:rsidRDefault="00C30FD7" w:rsidP="00B95B81">
            <w:pPr>
              <w:spacing w:after="120" w:line="276" w:lineRule="auto"/>
              <w:jc w:val="center"/>
            </w:pPr>
          </w:p>
        </w:tc>
        <w:tc>
          <w:tcPr>
            <w:tcW w:w="2790" w:type="dxa"/>
            <w:shd w:val="clear" w:color="auto" w:fill="auto"/>
            <w:vAlign w:val="center"/>
          </w:tcPr>
          <w:p w:rsidR="00C30FD7" w:rsidRPr="00FC1013" w:rsidRDefault="00C30FD7" w:rsidP="00B95B81">
            <w:pPr>
              <w:spacing w:after="120" w:line="276" w:lineRule="auto"/>
              <w:jc w:val="center"/>
            </w:pPr>
          </w:p>
        </w:tc>
      </w:tr>
    </w:tbl>
    <w:p w:rsidR="00C30FD7" w:rsidRDefault="00C30FD7">
      <w:pPr>
        <w:spacing w:after="200" w:line="276" w:lineRule="auto"/>
        <w:rPr>
          <w:b/>
          <w:color w:val="5F497A" w:themeColor="accent4" w:themeShade="BF"/>
          <w:sz w:val="24"/>
        </w:rPr>
      </w:pPr>
    </w:p>
    <w:p w:rsidR="00FB1FF6" w:rsidRPr="00CE7273" w:rsidRDefault="00FB1FF6" w:rsidP="00954230">
      <w:pPr>
        <w:spacing w:after="180"/>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764492" w:rsidRDefault="00764492" w:rsidP="00764492">
      <w:pPr>
        <w:spacing w:after="200" w:line="276" w:lineRule="auto"/>
        <w:rPr>
          <w:rFonts w:cstheme="minorHAnsi"/>
        </w:rPr>
      </w:pPr>
      <w:bookmarkStart w:id="0" w:name="_Hlk92890734"/>
      <w:r>
        <w:rPr>
          <w:rFonts w:cstheme="minorHAnsi"/>
        </w:rPr>
        <w:t xml:space="preserve">An ion is an atom or group of atoms that has a different number of electrons to protons. </w:t>
      </w:r>
      <w:r w:rsidR="003C20D1">
        <w:rPr>
          <w:rFonts w:cstheme="minorHAnsi"/>
        </w:rPr>
        <w:t>With e</w:t>
      </w:r>
      <w:r>
        <w:rPr>
          <w:rFonts w:cstheme="minorHAnsi"/>
        </w:rPr>
        <w:t>x</w:t>
      </w:r>
      <w:r w:rsidR="003C20D1">
        <w:rPr>
          <w:rFonts w:cstheme="minorHAnsi"/>
        </w:rPr>
        <w:t>cess</w:t>
      </w:r>
      <w:r>
        <w:rPr>
          <w:rFonts w:cstheme="minorHAnsi"/>
        </w:rPr>
        <w:t xml:space="preserve"> electron</w:t>
      </w:r>
      <w:r w:rsidR="003C20D1">
        <w:rPr>
          <w:rFonts w:cstheme="minorHAnsi"/>
        </w:rPr>
        <w:t>, an ion has a</w:t>
      </w:r>
      <w:r>
        <w:rPr>
          <w:rFonts w:cstheme="minorHAnsi"/>
        </w:rPr>
        <w:t xml:space="preserve"> negative electric charge and </w:t>
      </w:r>
      <w:r w:rsidR="003C20D1">
        <w:rPr>
          <w:rFonts w:cstheme="minorHAnsi"/>
        </w:rPr>
        <w:t xml:space="preserve">with </w:t>
      </w:r>
      <w:r>
        <w:rPr>
          <w:rFonts w:cstheme="minorHAnsi"/>
        </w:rPr>
        <w:t xml:space="preserve">too few electrons </w:t>
      </w:r>
      <w:r w:rsidR="003C20D1">
        <w:rPr>
          <w:rFonts w:cstheme="minorHAnsi"/>
        </w:rPr>
        <w:t xml:space="preserve">it has </w:t>
      </w:r>
      <w:r>
        <w:rPr>
          <w:rFonts w:cstheme="minorHAnsi"/>
        </w:rPr>
        <w:t xml:space="preserve">a positive charge. </w:t>
      </w:r>
    </w:p>
    <w:bookmarkEnd w:id="0"/>
    <w:p w:rsidR="00764492" w:rsidRDefault="00764492" w:rsidP="00764492">
      <w:pPr>
        <w:spacing w:after="200" w:line="276" w:lineRule="auto"/>
        <w:rPr>
          <w:rFonts w:cstheme="minorHAnsi"/>
        </w:rPr>
      </w:pPr>
      <w:r>
        <w:rPr>
          <w:rFonts w:cstheme="minorHAnsi"/>
        </w:rPr>
        <w:t>A fast-moving alpha- or beta-particle, or a gamma photon, can knock one or more electrons off an atom (or group of atoms) to form an ion. Each is a form of ionising radiation. Alpha-particles are more powerfully ionising than beta-particles and beta-particles are more powerfully ionising than gamma photons.</w:t>
      </w:r>
    </w:p>
    <w:p w:rsidR="00764492" w:rsidRPr="00764492" w:rsidRDefault="00764492" w:rsidP="00764492">
      <w:pPr>
        <w:pStyle w:val="ListParagraph"/>
        <w:numPr>
          <w:ilvl w:val="0"/>
          <w:numId w:val="13"/>
        </w:numPr>
        <w:spacing w:after="200" w:line="276" w:lineRule="auto"/>
        <w:rPr>
          <w:rFonts w:cstheme="minorHAnsi"/>
        </w:rPr>
      </w:pPr>
      <w:r w:rsidRPr="00764492">
        <w:rPr>
          <w:rFonts w:cstheme="minorHAnsi"/>
        </w:rPr>
        <w:t>Alpha-particles are stopped by a few centimetres of air or by a thin piece of paper, because each one can cause multiple interactions (and ionisations) within a very small distance.</w:t>
      </w:r>
    </w:p>
    <w:p w:rsidR="00764492" w:rsidRPr="00764492" w:rsidRDefault="00764492" w:rsidP="00764492">
      <w:pPr>
        <w:pStyle w:val="ListParagraph"/>
        <w:numPr>
          <w:ilvl w:val="0"/>
          <w:numId w:val="13"/>
        </w:numPr>
        <w:spacing w:after="200" w:line="276" w:lineRule="auto"/>
        <w:rPr>
          <w:rFonts w:cstheme="minorHAnsi"/>
        </w:rPr>
      </w:pPr>
      <w:bookmarkStart w:id="1" w:name="_Hlk92888315"/>
      <w:r w:rsidRPr="00764492">
        <w:rPr>
          <w:rFonts w:cstheme="minorHAnsi"/>
        </w:rPr>
        <w:t xml:space="preserve">Beta-particles have fewer interactions than alpha-particles, because their smaller electric charge and faster speed reduce their influence on the electrons around atoms they move past. </w:t>
      </w:r>
      <w:bookmarkEnd w:id="1"/>
      <w:r w:rsidRPr="00764492">
        <w:rPr>
          <w:rFonts w:cstheme="minorHAnsi"/>
        </w:rPr>
        <w:t xml:space="preserve">In air beta-particles have a range in the order of one metre and are stopped by 3mm of aluminium (the thickness of twelve sheets of kitchen foil). </w:t>
      </w:r>
    </w:p>
    <w:p w:rsidR="00764492" w:rsidRPr="00764492" w:rsidRDefault="00764492" w:rsidP="00764492">
      <w:pPr>
        <w:pStyle w:val="ListParagraph"/>
        <w:numPr>
          <w:ilvl w:val="0"/>
          <w:numId w:val="13"/>
        </w:numPr>
        <w:spacing w:after="200" w:line="276" w:lineRule="auto"/>
        <w:rPr>
          <w:rFonts w:cstheme="minorHAnsi"/>
        </w:rPr>
      </w:pPr>
      <w:r w:rsidRPr="00764492">
        <w:rPr>
          <w:rFonts w:cstheme="minorHAnsi"/>
        </w:rPr>
        <w:t xml:space="preserve">Gamma photons have no electrical charge and are only weakly ionising. They can travel several kilometres through air and need the equivalent to a thick piece of a dense metal, such as lead, to stop them. </w:t>
      </w:r>
    </w:p>
    <w:p w:rsidR="00764492" w:rsidRDefault="00764492" w:rsidP="00764492">
      <w:pPr>
        <w:spacing w:after="200" w:line="276" w:lineRule="auto"/>
      </w:pPr>
      <w:r>
        <w:t>Ionising radiation does not cause objects or materials to become radioactive.</w:t>
      </w:r>
    </w:p>
    <w:p w:rsidR="00A314B6" w:rsidRPr="00862126" w:rsidRDefault="00A314B6" w:rsidP="00985C3D">
      <w:pPr>
        <w:spacing w:after="180"/>
        <w:rPr>
          <w:b/>
          <w:color w:val="5F497A"/>
          <w:sz w:val="24"/>
        </w:rPr>
      </w:pPr>
      <w:r w:rsidRPr="00862126">
        <w:rPr>
          <w:b/>
          <w:color w:val="5F497A"/>
          <w:sz w:val="24"/>
        </w:rPr>
        <w:t>Earlier development of understanding (BEST 11-14)</w:t>
      </w:r>
    </w:p>
    <w:p w:rsidR="00954230" w:rsidRDefault="00954230" w:rsidP="00954230">
      <w:pPr>
        <w:spacing w:after="180"/>
      </w:pPr>
      <w:r>
        <w:t xml:space="preserve">When applying their </w:t>
      </w:r>
      <w:r w:rsidRPr="00AD20A5">
        <w:t>understanding to novel situations, students of all ages often revert to earlier misunderstandings. Before moving forward</w:t>
      </w:r>
      <w:r w:rsidR="00261631">
        <w:t>,</w:t>
      </w:r>
      <w:r w:rsidRPr="00AD20A5">
        <w:t xml:space="preserve"> it is worthwhile using diagnostic questions from earlier topics to check that students do not have any persistent </w:t>
      </w:r>
      <w:r>
        <w:t>misunderstandings that can form barriers to</w:t>
      </w:r>
      <w:r w:rsidRPr="00AD20A5">
        <w:t xml:space="preserve"> learning. Time spent consolidating the scientific understanding of earlier key concepts </w:t>
      </w:r>
      <w:r>
        <w:t xml:space="preserve">before moving forward can accelerate progression later. </w:t>
      </w:r>
    </w:p>
    <w:tbl>
      <w:tblPr>
        <w:tblStyle w:val="TableGrid"/>
        <w:tblW w:w="0" w:type="auto"/>
        <w:tblInd w:w="250"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firstRow="1" w:lastRow="0" w:firstColumn="1" w:lastColumn="0" w:noHBand="0" w:noVBand="1"/>
      </w:tblPr>
      <w:tblGrid>
        <w:gridCol w:w="13466"/>
      </w:tblGrid>
      <w:tr w:rsidR="0022751A" w:rsidRPr="006B43F1" w:rsidTr="00A15646">
        <w:tc>
          <w:tcPr>
            <w:tcW w:w="13466" w:type="dxa"/>
          </w:tcPr>
          <w:p w:rsidR="0022751A" w:rsidRPr="001A3F81" w:rsidRDefault="0022751A" w:rsidP="00152DD4">
            <w:pPr>
              <w:spacing w:before="120" w:after="120"/>
              <w:rPr>
                <w:b/>
                <w:color w:val="E36C0A" w:themeColor="accent6" w:themeShade="BF"/>
                <w:sz w:val="20"/>
                <w:szCs w:val="20"/>
              </w:rPr>
            </w:pPr>
            <w:r w:rsidRPr="001A3F81">
              <w:rPr>
                <w:b/>
                <w:color w:val="E36C0A" w:themeColor="accent6" w:themeShade="BF"/>
                <w:sz w:val="20"/>
                <w:szCs w:val="20"/>
              </w:rPr>
              <w:t>Key concept CPS6.1: Atomic model</w:t>
            </w:r>
          </w:p>
          <w:p w:rsidR="0022751A" w:rsidRPr="001A3F81" w:rsidRDefault="0022751A" w:rsidP="00152DD4">
            <w:pPr>
              <w:spacing w:before="120" w:after="120"/>
              <w:rPr>
                <w:sz w:val="20"/>
                <w:szCs w:val="20"/>
              </w:rPr>
            </w:pPr>
            <w:r w:rsidRPr="001A3F81">
              <w:rPr>
                <w:b/>
                <w:sz w:val="20"/>
                <w:szCs w:val="20"/>
              </w:rPr>
              <w:t>Learning focus:</w:t>
            </w:r>
            <w:r w:rsidRPr="001A3F81">
              <w:rPr>
                <w:sz w:val="20"/>
                <w:szCs w:val="20"/>
              </w:rPr>
              <w:t xml:space="preserve"> The structure of an atom may be represented by an atomic model.</w:t>
            </w:r>
          </w:p>
          <w:p w:rsidR="0022751A" w:rsidRPr="001A3F81" w:rsidRDefault="0022751A" w:rsidP="00152DD4">
            <w:pPr>
              <w:spacing w:before="120" w:after="120"/>
              <w:rPr>
                <w:sz w:val="20"/>
                <w:szCs w:val="20"/>
              </w:rPr>
            </w:pPr>
            <w:r w:rsidRPr="001A3F81">
              <w:rPr>
                <w:sz w:val="20"/>
                <w:szCs w:val="20"/>
              </w:rPr>
              <w:t>This key concept:</w:t>
            </w:r>
          </w:p>
          <w:p w:rsidR="0022751A" w:rsidRPr="001A3F81" w:rsidRDefault="0022751A" w:rsidP="00152DD4">
            <w:pPr>
              <w:pStyle w:val="ListParagraph"/>
              <w:numPr>
                <w:ilvl w:val="0"/>
                <w:numId w:val="6"/>
              </w:numPr>
              <w:spacing w:before="120" w:after="120"/>
              <w:rPr>
                <w:sz w:val="20"/>
                <w:szCs w:val="20"/>
              </w:rPr>
            </w:pPr>
            <w:r w:rsidRPr="001A3F81">
              <w:rPr>
                <w:sz w:val="20"/>
                <w:szCs w:val="20"/>
              </w:rPr>
              <w:t>Introduces subatomic structure of a basic atomic model.</w:t>
            </w:r>
          </w:p>
          <w:p w:rsidR="0022751A" w:rsidRPr="001A3F81" w:rsidRDefault="0022751A" w:rsidP="00152DD4">
            <w:pPr>
              <w:pStyle w:val="ListParagraph"/>
              <w:numPr>
                <w:ilvl w:val="0"/>
                <w:numId w:val="6"/>
              </w:numPr>
              <w:spacing w:before="120" w:after="120"/>
              <w:rPr>
                <w:sz w:val="20"/>
                <w:szCs w:val="20"/>
              </w:rPr>
            </w:pPr>
            <w:r w:rsidRPr="001A3F81">
              <w:rPr>
                <w:sz w:val="20"/>
                <w:szCs w:val="20"/>
              </w:rPr>
              <w:t>Develops an understanding of the properties of key parts, and the scale, of the atom.</w:t>
            </w:r>
          </w:p>
          <w:p w:rsidR="0022751A" w:rsidRPr="001A3F81" w:rsidRDefault="0022751A" w:rsidP="00152DD4">
            <w:pPr>
              <w:pStyle w:val="ListParagraph"/>
              <w:numPr>
                <w:ilvl w:val="0"/>
                <w:numId w:val="6"/>
              </w:numPr>
              <w:spacing w:before="120" w:after="120"/>
              <w:rPr>
                <w:sz w:val="20"/>
                <w:szCs w:val="20"/>
              </w:rPr>
            </w:pPr>
            <w:r w:rsidRPr="001A3F81">
              <w:rPr>
                <w:sz w:val="20"/>
                <w:szCs w:val="20"/>
              </w:rPr>
              <w:t>Compares two models of atom used in chemistry.</w:t>
            </w:r>
          </w:p>
        </w:tc>
      </w:tr>
    </w:tbl>
    <w:p w:rsidR="0022751A" w:rsidRDefault="0022751A" w:rsidP="0022751A"/>
    <w:tbl>
      <w:tblPr>
        <w:tblStyle w:val="TableGrid"/>
        <w:tblW w:w="0" w:type="auto"/>
        <w:tblInd w:w="250"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firstRow="1" w:lastRow="0" w:firstColumn="1" w:lastColumn="0" w:noHBand="0" w:noVBand="1"/>
      </w:tblPr>
      <w:tblGrid>
        <w:gridCol w:w="13466"/>
      </w:tblGrid>
      <w:tr w:rsidR="0022751A" w:rsidRPr="006B43F1" w:rsidTr="00A15646">
        <w:tc>
          <w:tcPr>
            <w:tcW w:w="13466" w:type="dxa"/>
          </w:tcPr>
          <w:p w:rsidR="0022751A" w:rsidRPr="00B125C5" w:rsidRDefault="0022751A" w:rsidP="00152DD4">
            <w:pPr>
              <w:spacing w:before="120" w:after="120"/>
              <w:rPr>
                <w:b/>
                <w:color w:val="E36C0A" w:themeColor="accent6" w:themeShade="BF"/>
                <w:sz w:val="20"/>
                <w:szCs w:val="20"/>
              </w:rPr>
            </w:pPr>
            <w:r w:rsidRPr="00B125C5">
              <w:rPr>
                <w:b/>
                <w:color w:val="E36C0A" w:themeColor="accent6" w:themeShade="BF"/>
                <w:sz w:val="20"/>
                <w:szCs w:val="20"/>
              </w:rPr>
              <w:lastRenderedPageBreak/>
              <w:t>Key concept CPS7</w:t>
            </w:r>
            <w:r>
              <w:rPr>
                <w:b/>
                <w:color w:val="E36C0A" w:themeColor="accent6" w:themeShade="BF"/>
                <w:sz w:val="20"/>
                <w:szCs w:val="20"/>
              </w:rPr>
              <w:t>.1</w:t>
            </w:r>
            <w:r w:rsidRPr="00B125C5">
              <w:rPr>
                <w:b/>
                <w:color w:val="E36C0A" w:themeColor="accent6" w:themeShade="BF"/>
                <w:sz w:val="20"/>
                <w:szCs w:val="20"/>
              </w:rPr>
              <w:t>: Metallic bonding</w:t>
            </w:r>
          </w:p>
          <w:p w:rsidR="0022751A" w:rsidRPr="00B125C5" w:rsidRDefault="0022751A" w:rsidP="00152DD4">
            <w:pPr>
              <w:spacing w:before="120" w:after="120"/>
              <w:rPr>
                <w:sz w:val="20"/>
                <w:szCs w:val="20"/>
              </w:rPr>
            </w:pPr>
            <w:r w:rsidRPr="00B125C5">
              <w:rPr>
                <w:b/>
                <w:sz w:val="20"/>
                <w:szCs w:val="20"/>
              </w:rPr>
              <w:t>Learning focus:</w:t>
            </w:r>
            <w:r w:rsidRPr="00B125C5">
              <w:rPr>
                <w:sz w:val="20"/>
                <w:szCs w:val="20"/>
              </w:rPr>
              <w:t xml:space="preserve"> A model of metallic structure, made up of positive metal ions surrounded by ‘free’ outer electrons, can explain some properties of metals.</w:t>
            </w:r>
          </w:p>
          <w:p w:rsidR="0022751A" w:rsidRPr="00B125C5" w:rsidRDefault="0022751A" w:rsidP="00152DD4">
            <w:pPr>
              <w:spacing w:before="120" w:after="120"/>
              <w:rPr>
                <w:sz w:val="20"/>
                <w:szCs w:val="20"/>
              </w:rPr>
            </w:pPr>
            <w:r w:rsidRPr="00B125C5">
              <w:rPr>
                <w:sz w:val="20"/>
                <w:szCs w:val="20"/>
              </w:rPr>
              <w:t>This key concept:</w:t>
            </w:r>
          </w:p>
          <w:p w:rsidR="0022751A" w:rsidRPr="00B125C5" w:rsidRDefault="0022751A" w:rsidP="00152DD4">
            <w:pPr>
              <w:pStyle w:val="ListParagraph"/>
              <w:numPr>
                <w:ilvl w:val="0"/>
                <w:numId w:val="6"/>
              </w:numPr>
              <w:spacing w:before="120" w:after="120"/>
              <w:rPr>
                <w:sz w:val="20"/>
                <w:szCs w:val="20"/>
              </w:rPr>
            </w:pPr>
            <w:r w:rsidRPr="00B125C5">
              <w:rPr>
                <w:sz w:val="20"/>
                <w:szCs w:val="20"/>
              </w:rPr>
              <w:t>Consolidates understanding of the electron shell model of an atom.</w:t>
            </w:r>
          </w:p>
          <w:p w:rsidR="0022751A" w:rsidRPr="00B125C5" w:rsidRDefault="0022751A" w:rsidP="00152DD4">
            <w:pPr>
              <w:pStyle w:val="ListParagraph"/>
              <w:numPr>
                <w:ilvl w:val="0"/>
                <w:numId w:val="6"/>
              </w:numPr>
              <w:spacing w:before="120" w:after="120"/>
              <w:rPr>
                <w:sz w:val="20"/>
                <w:szCs w:val="20"/>
              </w:rPr>
            </w:pPr>
            <w:r w:rsidRPr="00B125C5">
              <w:rPr>
                <w:sz w:val="20"/>
                <w:szCs w:val="20"/>
              </w:rPr>
              <w:t xml:space="preserve">Develops an understanding that </w:t>
            </w:r>
            <w:r>
              <w:rPr>
                <w:sz w:val="20"/>
                <w:szCs w:val="20"/>
              </w:rPr>
              <w:t>an</w:t>
            </w:r>
            <w:r w:rsidRPr="00B125C5">
              <w:rPr>
                <w:sz w:val="20"/>
                <w:szCs w:val="20"/>
              </w:rPr>
              <w:t xml:space="preserve"> electron shell diagram is a model and not a copy of reality.</w:t>
            </w:r>
          </w:p>
          <w:p w:rsidR="0022751A" w:rsidRPr="00B125C5" w:rsidRDefault="0022751A" w:rsidP="00152DD4">
            <w:pPr>
              <w:pStyle w:val="ListParagraph"/>
              <w:numPr>
                <w:ilvl w:val="0"/>
                <w:numId w:val="6"/>
              </w:numPr>
              <w:spacing w:before="120" w:after="120"/>
              <w:rPr>
                <w:sz w:val="20"/>
                <w:szCs w:val="20"/>
              </w:rPr>
            </w:pPr>
            <w:r w:rsidRPr="00B125C5">
              <w:rPr>
                <w:sz w:val="20"/>
                <w:szCs w:val="20"/>
              </w:rPr>
              <w:t>Develops this understanding to explain metallic structure and bondin</w:t>
            </w:r>
            <w:bookmarkStart w:id="2" w:name="_GoBack"/>
            <w:bookmarkEnd w:id="2"/>
            <w:r w:rsidRPr="00B125C5">
              <w:rPr>
                <w:sz w:val="20"/>
                <w:szCs w:val="20"/>
              </w:rPr>
              <w:t xml:space="preserve">g. </w:t>
            </w:r>
          </w:p>
        </w:tc>
      </w:tr>
    </w:tbl>
    <w:p w:rsidR="0022751A" w:rsidRDefault="0022751A" w:rsidP="0022751A"/>
    <w:tbl>
      <w:tblPr>
        <w:tblStyle w:val="TableGrid"/>
        <w:tblW w:w="0" w:type="auto"/>
        <w:tblInd w:w="25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3466"/>
      </w:tblGrid>
      <w:tr w:rsidR="0022751A" w:rsidRPr="006B43F1" w:rsidTr="00152DD4">
        <w:tc>
          <w:tcPr>
            <w:tcW w:w="13466" w:type="dxa"/>
          </w:tcPr>
          <w:p w:rsidR="0022751A" w:rsidRPr="009151D9" w:rsidRDefault="0022751A" w:rsidP="00152DD4">
            <w:pPr>
              <w:spacing w:before="120" w:after="120"/>
              <w:rPr>
                <w:b/>
                <w:color w:val="5F497A" w:themeColor="accent4" w:themeShade="BF"/>
                <w:sz w:val="20"/>
                <w:szCs w:val="20"/>
              </w:rPr>
            </w:pPr>
            <w:r w:rsidRPr="009151D9">
              <w:rPr>
                <w:b/>
                <w:color w:val="5F497A" w:themeColor="accent4" w:themeShade="BF"/>
                <w:sz w:val="20"/>
                <w:szCs w:val="20"/>
              </w:rPr>
              <w:t xml:space="preserve">Key concept </w:t>
            </w:r>
            <w:r>
              <w:rPr>
                <w:b/>
                <w:color w:val="5F497A" w:themeColor="accent4" w:themeShade="BF"/>
                <w:sz w:val="20"/>
                <w:szCs w:val="20"/>
              </w:rPr>
              <w:t>PEM4.1: Moving charge</w:t>
            </w:r>
          </w:p>
          <w:p w:rsidR="0022751A" w:rsidRPr="009151D9" w:rsidRDefault="0022751A" w:rsidP="00152DD4">
            <w:pPr>
              <w:spacing w:before="120" w:after="120"/>
              <w:rPr>
                <w:sz w:val="20"/>
                <w:szCs w:val="20"/>
              </w:rPr>
            </w:pPr>
            <w:r w:rsidRPr="009151D9">
              <w:rPr>
                <w:b/>
                <w:sz w:val="20"/>
                <w:szCs w:val="20"/>
              </w:rPr>
              <w:t>Learning focus:</w:t>
            </w:r>
            <w:r w:rsidRPr="009151D9">
              <w:rPr>
                <w:sz w:val="20"/>
                <w:szCs w:val="20"/>
              </w:rPr>
              <w:t xml:space="preserve"> Around every particle or object with an electric charge there is a region of space called an electric field, with which every other particle or object with an electric charge will interact and cause both to experience a force.</w:t>
            </w:r>
          </w:p>
          <w:p w:rsidR="0022751A" w:rsidRPr="009151D9" w:rsidRDefault="0022751A" w:rsidP="00152DD4">
            <w:pPr>
              <w:spacing w:before="120" w:after="120"/>
              <w:rPr>
                <w:sz w:val="20"/>
                <w:szCs w:val="20"/>
              </w:rPr>
            </w:pPr>
            <w:r w:rsidRPr="009151D9">
              <w:rPr>
                <w:sz w:val="20"/>
                <w:szCs w:val="20"/>
              </w:rPr>
              <w:t>This key concept:</w:t>
            </w:r>
          </w:p>
          <w:p w:rsidR="0022751A" w:rsidRPr="009151D9" w:rsidRDefault="0022751A" w:rsidP="00152DD4">
            <w:pPr>
              <w:pStyle w:val="ListParagraph"/>
              <w:numPr>
                <w:ilvl w:val="0"/>
                <w:numId w:val="6"/>
              </w:numPr>
              <w:spacing w:before="120" w:after="120"/>
              <w:rPr>
                <w:sz w:val="20"/>
                <w:szCs w:val="20"/>
              </w:rPr>
            </w:pPr>
            <w:r>
              <w:rPr>
                <w:sz w:val="20"/>
                <w:szCs w:val="20"/>
              </w:rPr>
              <w:t>Consolidates</w:t>
            </w:r>
            <w:r w:rsidRPr="009151D9">
              <w:rPr>
                <w:sz w:val="20"/>
                <w:szCs w:val="20"/>
              </w:rPr>
              <w:t xml:space="preserve"> understanding </w:t>
            </w:r>
            <w:r>
              <w:rPr>
                <w:sz w:val="20"/>
                <w:szCs w:val="20"/>
              </w:rPr>
              <w:t>that</w:t>
            </w:r>
            <w:r w:rsidRPr="009151D9">
              <w:rPr>
                <w:sz w:val="20"/>
                <w:szCs w:val="20"/>
              </w:rPr>
              <w:t xml:space="preserve"> electrostatic forces act at a distance around an electric charge</w:t>
            </w:r>
            <w:r>
              <w:rPr>
                <w:sz w:val="20"/>
                <w:szCs w:val="20"/>
              </w:rPr>
              <w:t>.</w:t>
            </w:r>
          </w:p>
          <w:p w:rsidR="0022751A" w:rsidRPr="009151D9" w:rsidRDefault="0022751A" w:rsidP="00152DD4">
            <w:pPr>
              <w:pStyle w:val="ListParagraph"/>
              <w:numPr>
                <w:ilvl w:val="0"/>
                <w:numId w:val="6"/>
              </w:numPr>
              <w:spacing w:before="120" w:after="120"/>
              <w:rPr>
                <w:sz w:val="20"/>
                <w:szCs w:val="20"/>
              </w:rPr>
            </w:pPr>
            <w:r w:rsidRPr="009151D9">
              <w:rPr>
                <w:sz w:val="20"/>
                <w:szCs w:val="20"/>
              </w:rPr>
              <w:t xml:space="preserve">Develops an understanding of </w:t>
            </w:r>
            <w:r>
              <w:rPr>
                <w:sz w:val="20"/>
                <w:szCs w:val="20"/>
              </w:rPr>
              <w:t>an electric field and the effect it has on charged particles</w:t>
            </w:r>
            <w:r w:rsidRPr="009151D9">
              <w:rPr>
                <w:sz w:val="20"/>
                <w:szCs w:val="20"/>
              </w:rPr>
              <w:t>.</w:t>
            </w:r>
          </w:p>
          <w:p w:rsidR="0022751A" w:rsidRPr="007F5AE8" w:rsidRDefault="0022751A" w:rsidP="00152DD4">
            <w:pPr>
              <w:pStyle w:val="ListParagraph"/>
              <w:numPr>
                <w:ilvl w:val="0"/>
                <w:numId w:val="6"/>
              </w:numPr>
              <w:spacing w:before="120" w:after="120"/>
              <w:rPr>
                <w:sz w:val="20"/>
                <w:szCs w:val="20"/>
              </w:rPr>
            </w:pPr>
            <w:r w:rsidRPr="009151D9">
              <w:rPr>
                <w:sz w:val="20"/>
                <w:szCs w:val="20"/>
              </w:rPr>
              <w:t xml:space="preserve">Develops this understanding to explain </w:t>
            </w:r>
            <w:r>
              <w:rPr>
                <w:sz w:val="20"/>
                <w:szCs w:val="20"/>
              </w:rPr>
              <w:t>how a battery causes current to flow around a complete circuit</w:t>
            </w:r>
            <w:r w:rsidRPr="009151D9">
              <w:rPr>
                <w:sz w:val="20"/>
                <w:szCs w:val="20"/>
              </w:rPr>
              <w:t>.</w:t>
            </w:r>
          </w:p>
        </w:tc>
      </w:tr>
    </w:tbl>
    <w:p w:rsidR="00FB1FF6" w:rsidRDefault="00FB1FF6" w:rsidP="00954230">
      <w:pPr>
        <w:spacing w:before="180"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0D3308" w:rsidRDefault="000D3308" w:rsidP="000D3308">
      <w:pPr>
        <w:spacing w:after="180"/>
      </w:pPr>
      <w:r>
        <w:t xml:space="preserve">When discussing radiation, it is important to make a clear distinction between radioactive material and radiation. These two terms are commonly mixed up and this can lead to the forming of misunderstanding </w:t>
      </w:r>
      <w:r>
        <w:fldChar w:fldCharType="begin">
          <w:fldData xml:space="preserve">PEVuZE5vdGU+PENpdGU+PEF1dGhvcj5FaWprZWxob2Y8L0F1dGhvcj48WWVhcj4xOTkwPC9ZZWFy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</w:fldData>
        </w:fldChar>
      </w:r>
      <w:r>
        <w:instrText xml:space="preserve"> ADDIN EN.CITE </w:instrText>
      </w:r>
      <w:r>
        <w:fldChar w:fldCharType="begin">
          <w:fldData xml:space="preserve">PEVuZE5vdGU+PENpdGU+PEF1dGhvcj5FaWprZWxob2Y8L0F1dGhvcj48WWVhcj4xOTkwPC9ZZWFy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</w:fldData>
        </w:fldChar>
      </w:r>
      <w:r>
        <w:instrText xml:space="preserve"> ADDIN EN.CITE.DATA </w:instrText>
      </w:r>
      <w:r>
        <w:fldChar w:fldCharType="end"/>
      </w:r>
      <w:r>
        <w:fldChar w:fldCharType="separate"/>
      </w:r>
      <w:r>
        <w:rPr>
          <w:noProof/>
        </w:rPr>
        <w:t>(Eijkelhof, 1990; Millar, 1994; Millar and Gill, 1996; Plotz, 2017)</w:t>
      </w:r>
      <w:r>
        <w:fldChar w:fldCharType="end"/>
      </w:r>
      <w:r>
        <w:t xml:space="preserve">. Students can also have the misunderstanding that radioactive materials contain ‘radiation’ </w:t>
      </w:r>
      <w:r>
        <w:fldChar w:fldCharType="begin"/>
      </w:r>
      <w:r>
        <w:instrText xml:space="preserve"> ADDIN EN.CITE &lt;EndNote&gt;&lt;Cite&gt;&lt;Author&gt;Millar&lt;/Author&gt;&lt;Year&gt;1994&lt;/Year&gt;&lt;IDText&gt;School students&amp;apos; understanding of key ideas about radiation and ionizing radiation&lt;/IDText&gt;&lt;DisplayText&gt;(Millar, 1994)&lt;/DisplayText&gt;&lt;record&gt;&lt;titles&gt;&lt;title&gt;School students&amp;apos; understanding of key ideas about radiation and ionizing radiation&lt;/title&gt;&lt;secondary-title&gt;Public Understanding of Science&lt;/secondary-title&gt;&lt;/titles&gt;&lt;pages&gt;53-70&lt;/pages&gt;&lt;contributors&gt;&lt;authors&gt;&lt;author&gt;Millar, Robin&lt;/author&gt;&lt;/authors&gt;&lt;/contributors&gt;&lt;added-date format="utc"&gt;1631523821&lt;/added-date&gt;&lt;ref-type name="Journal Article"&gt;17&lt;/ref-type&gt;&lt;dates&gt;&lt;year&gt;1994&lt;/year&gt;&lt;/dates&gt;&lt;rec-number&gt;371&lt;/rec-number&gt;&lt;last-updated-date format="utc"&gt;1631523918&lt;/last-updated-date&gt;&lt;volume&gt;3&lt;/volume&gt;&lt;/record&gt;&lt;/Cite&gt;&lt;Cite&gt;&lt;Author&gt;Millar&lt;/Author&gt;&lt;Year&gt;1994&lt;/Year&gt;&lt;IDText&gt;School students&amp;apos; understanding of key ideas about radiation and ionizing radiation&lt;/IDText&gt;&lt;record&gt;&lt;titles&gt;&lt;title&gt;School students&amp;apos; understanding of key ideas about radiation and ionizing radiation&lt;/title&gt;&lt;secondary-title&gt;Public Understanding of Science&lt;/secondary-title&gt;&lt;/titles&gt;&lt;pages&gt;53-70&lt;/pages&gt;&lt;contributors&gt;&lt;authors&gt;&lt;author&gt;Millar, Robin&lt;/author&gt;&lt;/authors&gt;&lt;/contributors&gt;&lt;added-date format="utc"&gt;1631523821&lt;/added-date&gt;&lt;ref-type name="Journal Article"&gt;17&lt;/ref-type&gt;&lt;dates&gt;&lt;year&gt;1994&lt;/year&gt;&lt;/dates&gt;&lt;rec-number&gt;371&lt;/rec-number&gt;&lt;last-updated-date format="utc"&gt;1631523918&lt;/last-updated-date&gt;&lt;volume&gt;3&lt;/volume&gt;&lt;/record&gt;&lt;/Cite&gt;&lt;/EndNote&gt;</w:instrText>
      </w:r>
      <w:r>
        <w:fldChar w:fldCharType="separate"/>
      </w:r>
      <w:r>
        <w:rPr>
          <w:noProof/>
        </w:rPr>
        <w:t>(Millar, 1994)</w:t>
      </w:r>
      <w:r>
        <w:fldChar w:fldCharType="end"/>
      </w:r>
      <w:r w:rsidR="005B495F">
        <w:t xml:space="preserve"> </w:t>
      </w:r>
      <w:r>
        <w:t>in much the same way as a wet sponge contains water.</w:t>
      </w:r>
    </w:p>
    <w:p w:rsidR="000D3308" w:rsidRDefault="000D3308" w:rsidP="000D3308">
      <w:pPr>
        <w:spacing w:after="180"/>
      </w:pPr>
      <w:r>
        <w:t xml:space="preserve">Radioactive materials contain radioactive particles that are unstable and may undergo radioactive decay, and emit radiation. Alpha and beta particles are types of radiation, but it is common for students to describe them as ‘radioactive particles’ </w:t>
      </w:r>
      <w:r>
        <w:fldChar w:fldCharType="begin"/>
      </w:r>
      <w:r>
        <w:instrText xml:space="preserve"> ADDIN EN.CITE &lt;EndNote&gt;&lt;Cite&gt;&lt;Author&gt;Millar&lt;/Author&gt;&lt;Year&gt;1996&lt;/Year&gt;&lt;IDText&gt;School students&amp;apos; understanding of processes involving radioactive substances and ionizing radiation&lt;/IDText&gt;&lt;DisplayText&gt;(Millar and Gill, 1996)&lt;/DisplayText&gt;&lt;record&gt;&lt;titles&gt;&lt;title&gt;School students&amp;apos; understanding of processes involving radioactive substances and ionizing radiation&lt;/title&gt;&lt;secondary-title&gt;Physics Education&lt;/secondary-title&gt;&lt;/titles&gt;&lt;pages&gt;27-33&lt;/pages&gt;&lt;contributors&gt;&lt;authors&gt;&lt;author&gt;Millar, Robin&lt;/author&gt;&lt;author&gt;Gill, J. S&lt;/author&gt;&lt;/authors&gt;&lt;/contributors&gt;&lt;added-date format="utc"&gt;1631519945&lt;/added-date&gt;&lt;ref-type name="Journal Article"&gt;17&lt;/ref-type&gt;&lt;dates&gt;&lt;year&gt;1996&lt;/year&gt;&lt;/dates&gt;&lt;rec-number&gt;367&lt;/rec-number&gt;&lt;last-updated-date format="utc"&gt;1631520112&lt;/last-updated-date&gt;&lt;volume&gt;31&lt;/volume&gt;&lt;/record&gt;&lt;/Cite&gt;&lt;/EndNote&gt;</w:instrText>
      </w:r>
      <w:r>
        <w:fldChar w:fldCharType="separate"/>
      </w:r>
      <w:r>
        <w:rPr>
          <w:noProof/>
        </w:rPr>
        <w:t>(Millar and Gill, 1996)</w:t>
      </w:r>
      <w:r>
        <w:fldChar w:fldCharType="end"/>
      </w:r>
      <w:r>
        <w:t>. This is wrong because they are both stable particles and do not undergo radioactive decay. Similarly, gamma radiation, which comprises of high energy photons, (which, at this stage, can be thought of as short bursts of electromagnetic wave) does not undergo radioactive decay.</w:t>
      </w:r>
    </w:p>
    <w:p w:rsidR="000D3308" w:rsidRDefault="000D3308" w:rsidP="000D3308">
      <w:pPr>
        <w:spacing w:after="180"/>
      </w:pPr>
      <w:r>
        <w:t xml:space="preserve">Students often think that all radiation is harmful for living beings </w:t>
      </w:r>
      <w:r>
        <w:fldChar w:fldCharType="begin"/>
      </w:r>
      <w:r>
        <w:instrText xml:space="preserve"> ADDIN EN.CITE &lt;EndNote&gt;&lt;Cite&gt;&lt;Author&gt;Millar&lt;/Author&gt;&lt;Year&gt;1996&lt;/Year&gt;&lt;IDText&gt;School students&amp;apos; understanding of processes involving radioactive substances and ionizing radiation&lt;/IDText&gt;&lt;DisplayText&gt;(Millar and Gill, 1996)&lt;/DisplayText&gt;&lt;record&gt;&lt;titles&gt;&lt;title&gt;School students&amp;apos; understanding of processes involving radioactive substances and ionizing radiation&lt;/title&gt;&lt;secondary-title&gt;Physics Education&lt;/secondary-title&gt;&lt;/titles&gt;&lt;pages&gt;27-33&lt;/pages&gt;&lt;contributors&gt;&lt;authors&gt;&lt;author&gt;Millar, Robin&lt;/author&gt;&lt;author&gt;Gill, J. S&lt;/author&gt;&lt;/authors&gt;&lt;/contributors&gt;&lt;added-date format="utc"&gt;1631519945&lt;/added-date&gt;&lt;ref-type name="Journal Article"&gt;17&lt;/ref-type&gt;&lt;dates&gt;&lt;year&gt;1996&lt;/year&gt;&lt;/dates&gt;&lt;rec-number&gt;367&lt;/rec-number&gt;&lt;last-updated-date format="utc"&gt;1631520112&lt;/last-updated-date&gt;&lt;volume&gt;31&lt;/volume&gt;&lt;/record&gt;&lt;/Cite&gt;&lt;/EndNote&gt;</w:instrText>
      </w:r>
      <w:r>
        <w:fldChar w:fldCharType="separate"/>
      </w:r>
      <w:r>
        <w:rPr>
          <w:noProof/>
        </w:rPr>
        <w:t>(Millar and Gill, 1996)</w:t>
      </w:r>
      <w:r>
        <w:fldChar w:fldCharType="end"/>
      </w:r>
      <w:r>
        <w:t xml:space="preserve"> and as a result, there is a widespread fear to any type of radiation and in any situation </w:t>
      </w:r>
      <w:r>
        <w:fldChar w:fldCharType="begin"/>
      </w:r>
      <w:r>
        <w:instrText xml:space="preserve"> ADDIN EN.CITE &lt;EndNote&gt;&lt;Cite&gt;&lt;Author&gt;Morales Lopez&lt;/Author&gt;&lt;Year&gt;2021&lt;/Year&gt;&lt;IDText&gt;Misconceptions, Knowledge, and Attitudes Towards the Phenomenon of Radioactivity&lt;/IDText&gt;&lt;DisplayText&gt;(Morales Lopez and Tuzon Marco, 2021)&lt;/DisplayText&gt;&lt;record&gt;&lt;titles&gt;&lt;title&gt;Misconceptions, Knowledge, and Attitudes Towards the Phenomenon of Radioactivity&lt;/title&gt;&lt;secondary-title&gt;Science &amp;amp; Education&lt;/secondary-title&gt;&lt;/titles&gt;&lt;contributors&gt;&lt;authors&gt;&lt;author&gt;Morales Lopez, A. I&lt;/author&gt;&lt;author&gt;Tuzon Marco, P&lt;/author&gt;&lt;/authors&gt;&lt;/contributors&gt;&lt;section&gt;1-22&lt;/section&gt;&lt;added-date format="utc"&gt;1641981214&lt;/added-date&gt;&lt;ref-type name="Journal Article"&gt;17&lt;/ref-type&gt;&lt;dates&gt;&lt;year&gt;2021&lt;/year&gt;&lt;/dates&gt;&lt;rec-number&gt;376&lt;/rec-number&gt;&lt;last-updated-date format="utc"&gt;1641981394&lt;/last-updated-date&gt;&lt;/record&gt;&lt;/Cite&gt;&lt;/EndNote&gt;</w:instrText>
      </w:r>
      <w:r>
        <w:fldChar w:fldCharType="separate"/>
      </w:r>
      <w:r>
        <w:rPr>
          <w:noProof/>
        </w:rPr>
        <w:t>(Morales Lopez and Tuzon Marco, 2021)</w:t>
      </w:r>
      <w:r>
        <w:fldChar w:fldCharType="end"/>
      </w:r>
      <w:r>
        <w:t xml:space="preserve">. Some students think radiation is something artificial and man-made </w:t>
      </w:r>
      <w:r>
        <w:fldChar w:fldCharType="begin"/>
      </w:r>
      <w:r>
        <w:instrText xml:space="preserve"> ADDIN EN.CITE &lt;EndNote&gt;&lt;Cite&gt;&lt;Author&gt;Neumann&lt;/Author&gt;&lt;Year&gt;2012&lt;/Year&gt;&lt;IDText&gt;Students&amp;apos; Conceptions About &amp;apos;Radiation&amp;apos;: Results from an Explorative Interview Study of 9th Grade Students&lt;/IDText&gt;&lt;DisplayText&gt;(Neumann and Hopf, 2012)&lt;/DisplayText&gt;&lt;record&gt;&lt;titles&gt;&lt;title&gt;Students&amp;apos; Conceptions About &amp;apos;Radiation&amp;apos;: Results from an Explorative Interview Study of 9th Grade Students&lt;/title&gt;&lt;secondary-title&gt;Journal of Science Education and Technology&lt;/secondary-title&gt;&lt;/titles&gt;&lt;contributors&gt;&lt;authors&gt;&lt;author&gt;Neumann, S&lt;/author&gt;&lt;author&gt;Hopf, M&lt;/author&gt;&lt;/authors&gt;&lt;/contributors&gt;&lt;section&gt;826-834&lt;/section&gt;&lt;added-date format="utc"&gt;1641984217&lt;/added-date&gt;&lt;ref-type name="Journal Article"&gt;17&lt;/ref-type&gt;&lt;dates&gt;&lt;year&gt;2012&lt;/year&gt;&lt;/dates&gt;&lt;rec-number&gt;379&lt;/rec-number&gt;&lt;last-updated-date format="utc"&gt;1641984300&lt;/last-updated-date&gt;&lt;volume&gt;21&lt;/volume&gt;&lt;/record&gt;&lt;/Cite&gt;&lt;/EndNote&gt;</w:instrText>
      </w:r>
      <w:r>
        <w:fldChar w:fldCharType="separate"/>
      </w:r>
      <w:r>
        <w:rPr>
          <w:noProof/>
        </w:rPr>
        <w:t>(Neumann and Hopf, 2012)</w:t>
      </w:r>
      <w:r>
        <w:fldChar w:fldCharType="end"/>
      </w:r>
      <w:r>
        <w:t xml:space="preserve"> and some think that living matter is more vulnerable to radioactivity than inert matter </w:t>
      </w:r>
      <w:r>
        <w:fldChar w:fldCharType="begin"/>
      </w:r>
      <w:r>
        <w:instrText xml:space="preserve"> ADDIN EN.CITE &lt;EndNote&gt;&lt;Cite&gt;&lt;Author&gt;Klaassen&lt;/Author&gt;&lt;Year&gt;1990&lt;/Year&gt;&lt;IDText&gt;Considering an alternative approach to teaching radioactivity&lt;/IDText&gt;&lt;DisplayText&gt;(Klaassen, Eijkelhof and Lijnse, 1990)&lt;/DisplayText&gt;&lt;record&gt;&lt;titles&gt;&lt;title&gt;Considering an alternative approach to teaching radioactivity&lt;/title&gt;&lt;secondary-title&gt;Relating macroscopic phenomena to microscopic particles: A central problem in secondary science education&lt;/secondary-title&gt;&lt;/titles&gt;&lt;pages&gt;304-316&lt;/pages&gt;&lt;contributors&gt;&lt;authors&gt;&lt;author&gt;Klaassen, C .W. J. M&lt;/author&gt;&lt;author&gt;Eijkelhof, H. M. C&lt;/author&gt;&lt;author&gt;Lijnse, P. L&lt;/author&gt;&lt;/authors&gt;&lt;/contributors&gt;&lt;added-date format="utc"&gt;1641982208&lt;/added-date&gt;&lt;pub-location&gt;Proceedings of a Seminar held at University of Utrecht&lt;/pub-location&gt;&lt;ref-type name="Book Section"&gt;5&lt;/ref-type&gt;&lt;dates&gt;&lt;year&gt;1990&lt;/year&gt;&lt;/dates&gt;&lt;rec-number&gt;378&lt;/rec-number&gt;&lt;last-updated-date format="utc"&gt;1641982524&lt;/last-updated-date&gt;&lt;contributors&gt;&lt;secondary-authors&gt;&lt;author&gt;Lijnse, P. L&lt;/author&gt;&lt;author&gt;Waarlo, A.. J&lt;/author&gt;&lt;/secondary-authors&gt;&lt;/contributors&gt;&lt;/record&gt;&lt;/Cite&gt;&lt;/EndNote&gt;</w:instrText>
      </w:r>
      <w:r>
        <w:fldChar w:fldCharType="separate"/>
      </w:r>
      <w:r>
        <w:rPr>
          <w:noProof/>
        </w:rPr>
        <w:t>(Klaassen, Eijkelhof and Lijnse, 1990)</w:t>
      </w:r>
      <w:r>
        <w:fldChar w:fldCharType="end"/>
      </w:r>
      <w:r>
        <w:t xml:space="preserve">. </w:t>
      </w:r>
    </w:p>
    <w:p w:rsidR="0060427B" w:rsidRDefault="000D3308" w:rsidP="000D3308">
      <w:pPr>
        <w:spacing w:after="180"/>
      </w:pPr>
      <w:bookmarkStart w:id="3" w:name="_Hlk93306806"/>
      <w:r>
        <w:lastRenderedPageBreak/>
        <w:t xml:space="preserve">Radiation can be harmful if it causes ionisation. Ionising radiation can cause outer electrons to be forced out of atoms, in turn affecting bonds and interactions between atoms. Often, discussion about ionising radiation is limited to a description of the relative likelihood of alpha, beta or gamma radiation to cause ionisation and to be ‘absorbed’. Alpha particles are typically described as the most likely to ‘collide’ with and ‘knock out’ an atom’s outer electrons, because they are the biggest radiation particle with the most electrical charge. This description is also used to explain that alpha particles are the most easily absorbed, because they </w:t>
      </w:r>
      <w:r w:rsidRPr="00764F3E">
        <w:t>are slowed down or stopped by each collision.</w:t>
      </w:r>
      <w:r w:rsidR="0060427B" w:rsidRPr="00764F3E">
        <w:t xml:space="preserve"> However, this description can lead to a misunderstanding that direct collisions with electrons are necessary to dislodge them. In fact, it is the attraction or repulsion between the electric field of an electron and that of alpha, beta or gamma</w:t>
      </w:r>
      <w:r w:rsidR="00764F3E" w:rsidRPr="00764F3E">
        <w:t xml:space="preserve"> </w:t>
      </w:r>
      <w:r w:rsidR="0060427B" w:rsidRPr="00764F3E">
        <w:t>radiation that is responsible.</w:t>
      </w:r>
    </w:p>
    <w:bookmarkEnd w:id="3"/>
    <w:p w:rsidR="000D3308" w:rsidRDefault="000D3308" w:rsidP="000D3308">
      <w:pPr>
        <w:spacing w:after="180"/>
      </w:pPr>
      <w:r>
        <w:t xml:space="preserve">Classroom discussions about ionisation often do not include opportunity for students to consider what happens to radiation particles after they have caused an ionisation </w:t>
      </w:r>
      <w:r>
        <w:fldChar w:fldCharType="begin"/>
      </w:r>
      <w:r>
        <w:instrText xml:space="preserve"> ADDIN EN.CITE &lt;EndNote&gt;&lt;Cite&gt;&lt;Author&gt;Eijkelhof&lt;/Author&gt;&lt;Year&gt;1990&lt;/Year&gt;&lt;IDText&gt;Radiation and risk in physics education&lt;/IDText&gt;&lt;DisplayText&gt;(Eijkelhof, 1990)&lt;/DisplayText&gt;&lt;record&gt;&lt;titles&gt;&lt;title&gt;Radiation and risk in physics education&lt;/title&gt;&lt;/titles&gt;&lt;pages&gt;232&lt;/pages&gt;&lt;contributors&gt;&lt;authors&gt;&lt;author&gt;Eijkelhof, H.M.C&lt;/author&gt;&lt;/authors&gt;&lt;/contributors&gt;&lt;added-date format="utc"&gt;1631525231&lt;/added-date&gt;&lt;pub-location&gt;Netherlands&lt;/pub-location&gt;&lt;ref-type name="Thesis"&gt;32&lt;/ref-type&gt;&lt;dates&gt;&lt;year&gt;1990&lt;/year&gt;&lt;/dates&gt;&lt;rec-number&gt;372&lt;/rec-number&gt;&lt;publisher&gt;Rijksuniversiteit Utrecht&lt;/publisher&gt;&lt;last-updated-date format="utc"&gt;1631525335&lt;/last-updated-date&gt;&lt;/record&gt;&lt;/Cite&gt;&lt;/EndNote&gt;</w:instrText>
      </w:r>
      <w:r>
        <w:fldChar w:fldCharType="separate"/>
      </w:r>
      <w:r>
        <w:rPr>
          <w:noProof/>
        </w:rPr>
        <w:t>(Eijkelhof, 1990)</w:t>
      </w:r>
      <w:r>
        <w:fldChar w:fldCharType="end"/>
      </w:r>
      <w:r>
        <w:t xml:space="preserve">. It is common for students to think that an object exposed to radiation becomes radioactive as a consequence* </w:t>
      </w:r>
      <w:r>
        <w:fldChar w:fldCharType="begin"/>
      </w:r>
      <w:r>
        <w:instrText xml:space="preserve"> ADDIN EN.CITE &lt;EndNote&gt;&lt;Cite&gt;&lt;Author&gt;Prather&lt;/Author&gt;&lt;Year&gt;2005&lt;/Year&gt;&lt;IDText&gt;Students&amp;apos; beliefs about the role of atoms in radioactive decay and half-life&lt;/IDText&gt;&lt;DisplayText&gt;(Prather, 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(Prather, 2005)</w:t>
      </w:r>
      <w:r>
        <w:fldChar w:fldCharType="end"/>
      </w:r>
      <w:r>
        <w:t xml:space="preserve">, perhaps because they think that radiation is conserved </w:t>
      </w:r>
      <w:r>
        <w:fldChar w:fldCharType="begin"/>
      </w:r>
      <w:r>
        <w:instrText xml:space="preserve"> ADDIN EN.CITE &lt;EndNote&gt;&lt;Cite&gt;&lt;Author&gt;Morales Lopez&lt;/Author&gt;&lt;Year&gt;2021&lt;/Year&gt;&lt;IDText&gt;Misconceptions, Knowledge, and Attitudes Towards the Phenomenon of Radioactivity&lt;/IDText&gt;&lt;DisplayText&gt;(Morales Lopez and Tuzon Marco, 2021)&lt;/DisplayText&gt;&lt;record&gt;&lt;titles&gt;&lt;title&gt;Misconceptions, Knowledge, and Attitudes Towards the Phenomenon of Radioactivity&lt;/title&gt;&lt;secondary-title&gt;Science &amp;amp; Education&lt;/secondary-title&gt;&lt;/titles&gt;&lt;contributors&gt;&lt;authors&gt;&lt;author&gt;Morales Lopez, A. I&lt;/author&gt;&lt;author&gt;Tuzon Marco, P&lt;/author&gt;&lt;/authors&gt;&lt;/contributors&gt;&lt;section&gt;1-22&lt;/section&gt;&lt;added-date format="utc"&gt;1641981214&lt;/added-date&gt;&lt;ref-type name="Journal Article"&gt;17&lt;/ref-type&gt;&lt;dates&gt;&lt;year&gt;2021&lt;/year&gt;&lt;/dates&gt;&lt;rec-number&gt;376&lt;/rec-number&gt;&lt;last-updated-date format="utc"&gt;1641981394&lt;/last-updated-date&gt;&lt;/record&gt;&lt;/Cite&gt;&lt;/EndNote&gt;</w:instrText>
      </w:r>
      <w:r>
        <w:fldChar w:fldCharType="separate"/>
      </w:r>
      <w:r>
        <w:rPr>
          <w:noProof/>
        </w:rPr>
        <w:t>(Morales Lopez and Tuzon Marco, 2021)</w:t>
      </w:r>
      <w:r>
        <w:fldChar w:fldCharType="end"/>
      </w:r>
      <w:r>
        <w:t xml:space="preserve"> and can transfer from one material to another. </w:t>
      </w:r>
    </w:p>
    <w:p w:rsidR="000D3308" w:rsidRDefault="000D3308" w:rsidP="000D3308">
      <w:pPr>
        <w:spacing w:after="180"/>
      </w:pPr>
      <w:r>
        <w:t xml:space="preserve">In a series of lesson observations of a class of 14 students, age 16-17, </w:t>
      </w:r>
      <w:proofErr w:type="spellStart"/>
      <w:r>
        <w:t>Eijkelhof</w:t>
      </w:r>
      <w:proofErr w:type="spellEnd"/>
      <w:r>
        <w:t xml:space="preserve"> </w:t>
      </w:r>
      <w:r>
        <w:fldChar w:fldCharType="begin"/>
      </w:r>
      <w:r>
        <w:instrText xml:space="preserve"> ADDIN EN.CITE &lt;EndNote&gt;&lt;Cite ExcludeAuth="1"&gt;&lt;Author&gt;Eijkelhof&lt;/Author&gt;&lt;Year&gt;1990&lt;/Year&gt;&lt;IDText&gt;Radiation and risk in physics education&lt;/IDText&gt;&lt;DisplayText&gt;(1990)&lt;/DisplayText&gt;&lt;record&gt;&lt;titles&gt;&lt;title&gt;Radiation and risk in physics education&lt;/title&gt;&lt;/titles&gt;&lt;pages&gt;232&lt;/pages&gt;&lt;contributors&gt;&lt;authors&gt;&lt;author&gt;Eijkelhof, H.M.C&lt;/author&gt;&lt;/authors&gt;&lt;/contributors&gt;&lt;added-date format="utc"&gt;1631525231&lt;/added-date&gt;&lt;pub-location&gt;Netherlands&lt;/pub-location&gt;&lt;ref-type name="Thesis"&gt;32&lt;/ref-type&gt;&lt;dates&gt;&lt;year&gt;1990&lt;/year&gt;&lt;/dates&gt;&lt;rec-number&gt;372&lt;/rec-number&gt;&lt;publisher&gt;Rijksuniversiteit Utrecht&lt;/publisher&gt;&lt;last-updated-date format="utc"&gt;1631525335&lt;/last-updated-date&gt;&lt;/record&gt;&lt;/Cite&gt;&lt;/EndNote&gt;</w:instrText>
      </w:r>
      <w:r>
        <w:fldChar w:fldCharType="separate"/>
      </w:r>
      <w:r>
        <w:rPr>
          <w:noProof/>
        </w:rPr>
        <w:t>(1990)</w:t>
      </w:r>
      <w:r>
        <w:fldChar w:fldCharType="end"/>
      </w:r>
      <w:r>
        <w:t xml:space="preserve"> found that although the teacher consistently referred to the ‘absorption of radiation’, students typically described it as being stopped by a material. This suggests some students may have a mental model of radiation bouncing off of a material.</w:t>
      </w:r>
    </w:p>
    <w:p w:rsidR="000D3308" w:rsidRDefault="000D3308" w:rsidP="000D3308">
      <w:pPr>
        <w:spacing w:after="180"/>
      </w:pPr>
      <w:r w:rsidRPr="004E189F">
        <w:t xml:space="preserve">The relative penetrating powers of alpha, beta and gamma radiation are connected to the probability of each interacting with electrons </w:t>
      </w:r>
      <w:r w:rsidR="00757DA9" w:rsidRPr="004E189F">
        <w:t>around the nucleus of</w:t>
      </w:r>
      <w:r w:rsidRPr="004E189F">
        <w:t xml:space="preserve"> an atom. Each interaction is the mechanism by which energy is transferred from alpha, beta or gamma radiation to a material. </w:t>
      </w:r>
      <w:r w:rsidR="00340B46" w:rsidRPr="004E189F">
        <w:t>With each interaction, a</w:t>
      </w:r>
      <w:r w:rsidRPr="004E189F">
        <w:t xml:space="preserve">lpha and beta particles lose </w:t>
      </w:r>
      <w:r w:rsidR="00340B46" w:rsidRPr="004E189F">
        <w:t xml:space="preserve">some </w:t>
      </w:r>
      <w:r w:rsidRPr="004E189F">
        <w:t xml:space="preserve">momentum </w:t>
      </w:r>
      <w:r w:rsidR="006C210B" w:rsidRPr="004E189F">
        <w:t xml:space="preserve">and after many interactions </w:t>
      </w:r>
      <w:r w:rsidRPr="004E189F">
        <w:t>becom</w:t>
      </w:r>
      <w:r w:rsidR="006C210B" w:rsidRPr="004E189F">
        <w:t>e</w:t>
      </w:r>
      <w:r w:rsidRPr="004E189F">
        <w:t xml:space="preserve"> unable to cause further ionisations. Gamma photons are fully absorbed</w:t>
      </w:r>
      <w:r w:rsidR="006C210B" w:rsidRPr="004E189F">
        <w:t xml:space="preserve"> in a single interaction. </w:t>
      </w:r>
      <w:r w:rsidRPr="004E189F">
        <w:t>Beta particles are more likely than alpha particles to penetrate further into a material</w:t>
      </w:r>
      <w:r w:rsidR="00340B46" w:rsidRPr="004E189F">
        <w:t>,</w:t>
      </w:r>
      <w:r w:rsidRPr="004E189F">
        <w:t xml:space="preserve"> before they lose </w:t>
      </w:r>
      <w:r w:rsidR="00340B46" w:rsidRPr="004E189F">
        <w:t xml:space="preserve">most of their </w:t>
      </w:r>
      <w:r w:rsidRPr="004E189F">
        <w:t>momentum</w:t>
      </w:r>
      <w:r w:rsidR="001D1E86" w:rsidRPr="004E189F">
        <w:t xml:space="preserve"> and become a part of the material</w:t>
      </w:r>
      <w:r w:rsidRPr="004E189F">
        <w:t>, because they are less likely to interact with electrons</w:t>
      </w:r>
      <w:r w:rsidR="00757DA9" w:rsidRPr="004E189F">
        <w:t xml:space="preserve"> around atoms</w:t>
      </w:r>
      <w:r w:rsidR="001D1E86" w:rsidRPr="004E189F">
        <w:t>’</w:t>
      </w:r>
      <w:r w:rsidR="00757DA9" w:rsidRPr="004E189F">
        <w:t xml:space="preserve"> nucle</w:t>
      </w:r>
      <w:r w:rsidR="001D1E86" w:rsidRPr="004E189F">
        <w:t>i</w:t>
      </w:r>
      <w:r w:rsidRPr="004E189F">
        <w:t>.</w:t>
      </w:r>
      <w:r>
        <w:t xml:space="preserve"> </w:t>
      </w:r>
    </w:p>
    <w:p w:rsidR="000D3308" w:rsidRDefault="000D3308" w:rsidP="000D3308">
      <w:pPr>
        <w:spacing w:after="180"/>
      </w:pPr>
      <w:r>
        <w:t xml:space="preserve">These ideas can be used to explain the relative dangers of different types of ionising radiation in different situations and to challenge the common misunderstanding that the danger of radiation depends only on the dose and not also on ionising power </w:t>
      </w:r>
      <w:r>
        <w:fldChar w:fldCharType="begin"/>
      </w:r>
      <w: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fldChar w:fldCharType="separate"/>
      </w:r>
      <w:r>
        <w:rPr>
          <w:noProof/>
        </w:rPr>
        <w:t>(Plotz, 2017)</w:t>
      </w:r>
      <w:r>
        <w:fldChar w:fldCharType="end"/>
      </w:r>
      <w:r>
        <w:t xml:space="preserve">. </w:t>
      </w:r>
    </w:p>
    <w:p w:rsidR="000D3308" w:rsidRDefault="000D3308" w:rsidP="000D3308">
      <w:pPr>
        <w:spacing w:after="180"/>
      </w:pPr>
      <w:r>
        <w:t xml:space="preserve">A combination of some of the misunderstandings described above often lead students to form misunderstandings about contamination and irradiation </w:t>
      </w:r>
      <w:r>
        <w:fldChar w:fldCharType="begin">
          <w:fldData xml:space="preserve">PEVuZE5vdGU+PENpdGU+PEF1dGhvcj5NaWxsYXI8L0F1dGhvcj48WWVhcj4xOTk0PC9ZZWFyPjxJ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==
</w:fldData>
        </w:fldChar>
      </w:r>
      <w:r>
        <w:instrText xml:space="preserve"> ADDIN EN.CITE </w:instrText>
      </w:r>
      <w:r>
        <w:fldChar w:fldCharType="begin">
          <w:fldData xml:space="preserve">PEVuZE5vdGU+PENpdGU+PEF1dGhvcj5NaWxsYXI8L0F1dGhvcj48WWVhcj4xOTk0PC9ZZWFyPjxJ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==
</w:fldData>
        </w:fldChar>
      </w:r>
      <w:r>
        <w:instrText xml:space="preserve"> ADDIN EN.CITE.DATA </w:instrText>
      </w:r>
      <w:r>
        <w:fldChar w:fldCharType="end"/>
      </w:r>
      <w:r>
        <w:fldChar w:fldCharType="separate"/>
      </w:r>
      <w:r>
        <w:rPr>
          <w:noProof/>
        </w:rPr>
        <w:t>(Millar, 1994; Millar and Gill, 1996; Plotz, 2017)</w:t>
      </w:r>
      <w:r>
        <w:fldChar w:fldCharType="end"/>
      </w:r>
      <w:r>
        <w:t>. Students need to consider: whether objects have had radioactive material transferred to them (contamination); or whether they have been exposed to radiation, and possibly damaged, without becoming radioactive (irradiation).</w:t>
      </w:r>
    </w:p>
    <w:p w:rsidR="000D3308" w:rsidRPr="000D3308" w:rsidRDefault="000D3308" w:rsidP="000D3308">
      <w:pPr>
        <w:spacing w:before="180" w:after="180"/>
      </w:pPr>
      <w:r>
        <w:t>*It should be noted that high energy gamma radiation can in some instances can excite nuclei and cause a material to become radioactive.</w:t>
      </w:r>
    </w:p>
    <w:p w:rsidR="00127B15" w:rsidRDefault="00127B15">
      <w:pPr>
        <w:spacing w:after="200" w:line="276" w:lineRule="auto"/>
        <w:rPr>
          <w:b/>
          <w:color w:val="5F497A" w:themeColor="accent4" w:themeShade="BF"/>
          <w:sz w:val="24"/>
          <w:highlight w:val="yellow"/>
        </w:rPr>
      </w:pPr>
      <w:r>
        <w:rPr>
          <w:b/>
          <w:color w:val="5F497A" w:themeColor="accent4" w:themeShade="BF"/>
          <w:sz w:val="24"/>
          <w:highlight w:val="yellow"/>
        </w:rPr>
        <w:br w:type="page"/>
      </w:r>
    </w:p>
    <w:p w:rsidR="00340B46" w:rsidRDefault="00340B46" w:rsidP="00FB1FF6">
      <w:pPr>
        <w:spacing w:after="180"/>
        <w:rPr>
          <w:b/>
          <w:color w:val="5F497A" w:themeColor="accent4" w:themeShade="BF"/>
          <w:sz w:val="24"/>
        </w:rPr>
      </w:pPr>
      <w:r>
        <w:rPr>
          <w:b/>
          <w:color w:val="5F497A" w:themeColor="accent4" w:themeShade="BF"/>
          <w:sz w:val="24"/>
        </w:rPr>
        <w:lastRenderedPageBreak/>
        <w:t>Guidance notes</w:t>
      </w:r>
    </w:p>
    <w:p w:rsidR="00340B46" w:rsidRPr="00340B46" w:rsidRDefault="00340B46" w:rsidP="00FB1FF6">
      <w:pPr>
        <w:spacing w:after="180"/>
      </w:pPr>
      <w:r>
        <w:t>This key concept focuses on understanding ionising radiation and does not explore the uses and dangers of each sort of ionising radiation. Immediately after this key concept would be an appropriate time to do so, in order to apply understanding in a range of new contexts.</w:t>
      </w:r>
    </w:p>
    <w:p w:rsidR="00FB1FF6" w:rsidRDefault="00FB1FF6" w:rsidP="00FB1FF6">
      <w:pPr>
        <w:spacing w:after="180"/>
        <w:rPr>
          <w:b/>
          <w:color w:val="5F497A" w:themeColor="accent4" w:themeShade="BF"/>
          <w:sz w:val="24"/>
        </w:rPr>
      </w:pPr>
      <w:r>
        <w:rPr>
          <w:b/>
          <w:color w:val="5F497A" w:themeColor="accent4" w:themeShade="BF"/>
          <w:sz w:val="24"/>
        </w:rPr>
        <w:t>References</w:t>
      </w:r>
    </w:p>
    <w:p w:rsidR="000D3308" w:rsidRPr="000D3308" w:rsidRDefault="000D3308" w:rsidP="000D3308">
      <w:pPr>
        <w:pStyle w:val="EndNoteBibliography"/>
        <w:spacing w:after="120"/>
        <w:ind w:left="426" w:hanging="426"/>
      </w:pPr>
      <w:r>
        <w:rPr>
          <w:b/>
        </w:rPr>
        <w:fldChar w:fldCharType="begin"/>
      </w:r>
      <w:r>
        <w:rPr>
          <w:b/>
        </w:rPr>
        <w:instrText xml:space="preserve"> ADDIN EN.REFLIST </w:instrText>
      </w:r>
      <w:r>
        <w:rPr>
          <w:b/>
        </w:rPr>
        <w:fldChar w:fldCharType="separate"/>
      </w:r>
      <w:r w:rsidRPr="000D3308">
        <w:t xml:space="preserve">Eijkelhof, H. M. C. (1990). </w:t>
      </w:r>
      <w:r w:rsidRPr="000D3308">
        <w:rPr>
          <w:i/>
        </w:rPr>
        <w:t>Radiation and risk in physics education.</w:t>
      </w:r>
      <w:r w:rsidRPr="000D3308">
        <w:t xml:space="preserve"> Rijksuniversiteit Utrecht.</w:t>
      </w:r>
    </w:p>
    <w:p w:rsidR="000D3308" w:rsidRPr="000D3308" w:rsidRDefault="000D3308" w:rsidP="000D3308">
      <w:pPr>
        <w:pStyle w:val="EndNoteBibliography"/>
        <w:spacing w:after="120"/>
        <w:ind w:left="426" w:hanging="426"/>
      </w:pPr>
      <w:r w:rsidRPr="000D3308">
        <w:t xml:space="preserve">Klaassen, C. W. J. M., Eijkelhof, H. M. C. and Lijnse, P. L. (1990). Considering an alternative approach to teaching radioactivity. In Lijnse, P. L. &amp; Waarlo, A. J. (eds.) </w:t>
      </w:r>
      <w:r w:rsidRPr="000D3308">
        <w:rPr>
          <w:i/>
        </w:rPr>
        <w:t>Relating macroscopic phenomena to microscopic particles: A central problem in secondary science education.</w:t>
      </w:r>
      <w:r w:rsidRPr="000D3308">
        <w:t xml:space="preserve"> Proceedings of a Seminar held at University of Utrecht.</w:t>
      </w:r>
    </w:p>
    <w:p w:rsidR="000D3308" w:rsidRPr="000D3308" w:rsidRDefault="000D3308" w:rsidP="000D3308">
      <w:pPr>
        <w:pStyle w:val="EndNoteBibliography"/>
        <w:spacing w:after="120"/>
        <w:ind w:left="426" w:hanging="426"/>
      </w:pPr>
      <w:r w:rsidRPr="000D3308">
        <w:t xml:space="preserve">Millar, R. (1994). School students' understanding of key ideas about radiation and ionizing radiation. </w:t>
      </w:r>
      <w:r w:rsidRPr="000D3308">
        <w:rPr>
          <w:i/>
        </w:rPr>
        <w:t>Public Understanding of Science,</w:t>
      </w:r>
      <w:r w:rsidRPr="000D3308">
        <w:t xml:space="preserve"> 3</w:t>
      </w:r>
      <w:r w:rsidRPr="000D3308">
        <w:rPr>
          <w:b/>
        </w:rPr>
        <w:t>,</w:t>
      </w:r>
      <w:r w:rsidRPr="000D3308">
        <w:t xml:space="preserve"> 53-70.</w:t>
      </w:r>
    </w:p>
    <w:p w:rsidR="000D3308" w:rsidRPr="000D3308" w:rsidRDefault="000D3308" w:rsidP="000D3308">
      <w:pPr>
        <w:pStyle w:val="EndNoteBibliography"/>
        <w:spacing w:after="120"/>
        <w:ind w:left="426" w:hanging="426"/>
      </w:pPr>
      <w:r w:rsidRPr="000D3308">
        <w:t xml:space="preserve">Millar, R. and Gill, J. S. (1996). School students' understanding of processes involving radioactive substances and ionizing radiation. </w:t>
      </w:r>
      <w:r w:rsidRPr="000D3308">
        <w:rPr>
          <w:i/>
        </w:rPr>
        <w:t>Physics Education,</w:t>
      </w:r>
      <w:r w:rsidRPr="000D3308">
        <w:t xml:space="preserve"> 31</w:t>
      </w:r>
      <w:r w:rsidRPr="000D3308">
        <w:rPr>
          <w:b/>
        </w:rPr>
        <w:t>,</w:t>
      </w:r>
      <w:r w:rsidRPr="000D3308">
        <w:t xml:space="preserve"> 27-33.</w:t>
      </w:r>
    </w:p>
    <w:p w:rsidR="000D3308" w:rsidRPr="000D3308" w:rsidRDefault="000D3308" w:rsidP="000D3308">
      <w:pPr>
        <w:pStyle w:val="EndNoteBibliography"/>
        <w:spacing w:after="120"/>
        <w:ind w:left="426" w:hanging="426"/>
      </w:pPr>
      <w:r w:rsidRPr="000D3308">
        <w:t xml:space="preserve">Morales Lopez, A. I. and Tuzon Marco, P. (2021). Misconceptions, Knowledge, and Attitudes Towards the Phenomenon of Radioactivity. </w:t>
      </w:r>
      <w:r w:rsidRPr="000D3308">
        <w:rPr>
          <w:i/>
        </w:rPr>
        <w:t>Science &amp; Education</w:t>
      </w:r>
      <w:r w:rsidRPr="000D3308">
        <w:t>.</w:t>
      </w:r>
    </w:p>
    <w:p w:rsidR="000D3308" w:rsidRPr="000D3308" w:rsidRDefault="000D3308" w:rsidP="000D3308">
      <w:pPr>
        <w:pStyle w:val="EndNoteBibliography"/>
        <w:spacing w:after="120"/>
        <w:ind w:left="426" w:hanging="426"/>
      </w:pPr>
      <w:r w:rsidRPr="000D3308">
        <w:t xml:space="preserve">Neumann, S. and Hopf, M. (2012). Students' Conceptions About 'Radiation': Results from an Explorative Interview Study of 9th Grade Students. </w:t>
      </w:r>
      <w:r w:rsidRPr="000D3308">
        <w:rPr>
          <w:i/>
        </w:rPr>
        <w:t>Journal of Science Education and Technology,</w:t>
      </w:r>
      <w:r w:rsidRPr="000D3308">
        <w:t xml:space="preserve"> 21.</w:t>
      </w:r>
    </w:p>
    <w:p w:rsidR="000D3308" w:rsidRPr="000D3308" w:rsidRDefault="000D3308" w:rsidP="000D3308">
      <w:pPr>
        <w:pStyle w:val="EndNoteBibliography"/>
        <w:spacing w:after="120"/>
        <w:ind w:left="426" w:hanging="426"/>
      </w:pPr>
      <w:r w:rsidRPr="000D3308">
        <w:t xml:space="preserve">Plotz, T. (2017). Students' conceptions of radiation and what to do about them. </w:t>
      </w:r>
      <w:r w:rsidRPr="000D3308">
        <w:rPr>
          <w:i/>
        </w:rPr>
        <w:t>Physics Education,</w:t>
      </w:r>
      <w:r w:rsidRPr="000D3308">
        <w:t xml:space="preserve"> 52(1)</w:t>
      </w:r>
      <w:r w:rsidRPr="000D3308">
        <w:rPr>
          <w:b/>
        </w:rPr>
        <w:t>,</w:t>
      </w:r>
      <w:r w:rsidRPr="000D3308">
        <w:t xml:space="preserve"> 014004.</w:t>
      </w:r>
    </w:p>
    <w:p w:rsidR="000D3308" w:rsidRPr="000D3308" w:rsidRDefault="000D3308" w:rsidP="000D3308">
      <w:pPr>
        <w:pStyle w:val="EndNoteBibliography"/>
        <w:spacing w:after="120"/>
        <w:ind w:left="426" w:hanging="426"/>
      </w:pPr>
      <w:r w:rsidRPr="000D3308">
        <w:t xml:space="preserve">Prather, E. (2005). Students' beliefs about the role of atoms in radioactive decay and half-life. </w:t>
      </w:r>
      <w:r w:rsidRPr="000D3308">
        <w:rPr>
          <w:i/>
        </w:rPr>
        <w:t>Journal of Geoscience Education,</w:t>
      </w:r>
      <w:r w:rsidRPr="000D3308">
        <w:t xml:space="preserve"> 53(4)</w:t>
      </w:r>
      <w:r w:rsidRPr="000D3308">
        <w:rPr>
          <w:b/>
        </w:rPr>
        <w:t>,</w:t>
      </w:r>
      <w:r w:rsidRPr="000D3308">
        <w:t xml:space="preserve"> 345-354.</w:t>
      </w:r>
    </w:p>
    <w:p w:rsidR="000D3308" w:rsidRPr="000D3308" w:rsidRDefault="000D3308" w:rsidP="000D3308">
      <w:pPr>
        <w:spacing w:after="120"/>
        <w:ind w:left="426" w:hanging="426"/>
        <w:rPr>
          <w:b/>
        </w:rPr>
      </w:pPr>
      <w:r>
        <w:rPr>
          <w:b/>
        </w:rPr>
        <w:fldChar w:fldCharType="end"/>
      </w:r>
    </w:p>
    <w:sectPr w:rsidR="000D3308" w:rsidRPr="000D3308" w:rsidSect="00F34FD0">
      <w:headerReference w:type="default" r:id="rId22"/>
      <w:footerReference w:type="default" r:id="rId23"/>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140" w:rsidRDefault="001E2140" w:rsidP="000B473B">
      <w:r>
        <w:separator/>
      </w:r>
    </w:p>
  </w:endnote>
  <w:endnote w:type="continuationSeparator" w:id="0">
    <w:p w:rsidR="001E2140" w:rsidRDefault="001E214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E2E4F0"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sidR="00E5697D">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A15646">
      <w:rPr>
        <w:noProof/>
      </w:rPr>
      <w:t>8</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140" w:rsidRDefault="001E2140" w:rsidP="000B473B">
      <w:r>
        <w:separator/>
      </w:r>
    </w:p>
  </w:footnote>
  <w:footnote w:type="continuationSeparator" w:id="0">
    <w:p w:rsidR="001E2140" w:rsidRDefault="001E214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3CFEA6F"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AF470B"/>
    <w:multiLevelType w:val="hybridMultilevel"/>
    <w:tmpl w:val="44E68D2C"/>
    <w:lvl w:ilvl="0" w:tplc="E5DA955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69781E"/>
    <w:multiLevelType w:val="hybridMultilevel"/>
    <w:tmpl w:val="EBEEA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736FF1"/>
    <w:multiLevelType w:val="hybridMultilevel"/>
    <w:tmpl w:val="85688EC6"/>
    <w:lvl w:ilvl="0" w:tplc="E5DA9550">
      <w:numFmt w:val="bullet"/>
      <w:lvlText w:val="•"/>
      <w:lvlJc w:val="left"/>
      <w:pPr>
        <w:ind w:left="1080" w:hanging="72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51600C"/>
    <w:multiLevelType w:val="hybridMultilevel"/>
    <w:tmpl w:val="135AB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2D6879"/>
    <w:multiLevelType w:val="hybridMultilevel"/>
    <w:tmpl w:val="4C887E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ED138C9"/>
    <w:multiLevelType w:val="hybridMultilevel"/>
    <w:tmpl w:val="5AD06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B41817"/>
    <w:multiLevelType w:val="hybridMultilevel"/>
    <w:tmpl w:val="C4BCD332"/>
    <w:lvl w:ilvl="0" w:tplc="E5DA9550">
      <w:numFmt w:val="bullet"/>
      <w:lvlText w:val="•"/>
      <w:lvlJc w:val="left"/>
      <w:pPr>
        <w:ind w:left="1506" w:hanging="720"/>
      </w:pPr>
      <w:rPr>
        <w:rFonts w:ascii="Calibri" w:eastAsiaTheme="minorHAnsi" w:hAnsi="Calibri" w:cs="Calibr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0"/>
  </w:num>
  <w:num w:numId="4">
    <w:abstractNumId w:val="7"/>
  </w:num>
  <w:num w:numId="5">
    <w:abstractNumId w:val="9"/>
  </w:num>
  <w:num w:numId="6">
    <w:abstractNumId w:val="12"/>
  </w:num>
  <w:num w:numId="7">
    <w:abstractNumId w:val="4"/>
  </w:num>
  <w:num w:numId="8">
    <w:abstractNumId w:val="1"/>
  </w:num>
  <w:num w:numId="9">
    <w:abstractNumId w:val="11"/>
  </w:num>
  <w:num w:numId="10">
    <w:abstractNumId w:val="5"/>
  </w:num>
  <w:num w:numId="11">
    <w:abstractNumId w:val="2"/>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C17F1"/>
    <w:rsid w:val="000026EA"/>
    <w:rsid w:val="00005971"/>
    <w:rsid w:val="00010EBF"/>
    <w:rsid w:val="00015578"/>
    <w:rsid w:val="00015DC9"/>
    <w:rsid w:val="00021686"/>
    <w:rsid w:val="00024731"/>
    <w:rsid w:val="000247E1"/>
    <w:rsid w:val="00025974"/>
    <w:rsid w:val="00026DEC"/>
    <w:rsid w:val="0003079C"/>
    <w:rsid w:val="000323DD"/>
    <w:rsid w:val="00036EBA"/>
    <w:rsid w:val="0004535F"/>
    <w:rsid w:val="000505CA"/>
    <w:rsid w:val="00051A5F"/>
    <w:rsid w:val="00054DC9"/>
    <w:rsid w:val="0005709C"/>
    <w:rsid w:val="000719F0"/>
    <w:rsid w:val="000925A5"/>
    <w:rsid w:val="000947E2"/>
    <w:rsid w:val="00095E04"/>
    <w:rsid w:val="000A4D1F"/>
    <w:rsid w:val="000B473B"/>
    <w:rsid w:val="000C0D7C"/>
    <w:rsid w:val="000D0E89"/>
    <w:rsid w:val="000D2978"/>
    <w:rsid w:val="000D3308"/>
    <w:rsid w:val="000E1B0E"/>
    <w:rsid w:val="000E2689"/>
    <w:rsid w:val="000E6EE0"/>
    <w:rsid w:val="000F03D2"/>
    <w:rsid w:val="000F52F2"/>
    <w:rsid w:val="000F5E42"/>
    <w:rsid w:val="000F6775"/>
    <w:rsid w:val="00104331"/>
    <w:rsid w:val="00106B6A"/>
    <w:rsid w:val="0011185C"/>
    <w:rsid w:val="00112F3A"/>
    <w:rsid w:val="0011512B"/>
    <w:rsid w:val="00127B15"/>
    <w:rsid w:val="00137415"/>
    <w:rsid w:val="0013758F"/>
    <w:rsid w:val="00141E9B"/>
    <w:rsid w:val="00142613"/>
    <w:rsid w:val="00144DA7"/>
    <w:rsid w:val="00146D1A"/>
    <w:rsid w:val="001471AE"/>
    <w:rsid w:val="00161D3F"/>
    <w:rsid w:val="001705F3"/>
    <w:rsid w:val="00177A64"/>
    <w:rsid w:val="00186287"/>
    <w:rsid w:val="001915D4"/>
    <w:rsid w:val="001A1FED"/>
    <w:rsid w:val="001A29D8"/>
    <w:rsid w:val="001A40E2"/>
    <w:rsid w:val="001B2603"/>
    <w:rsid w:val="001B2913"/>
    <w:rsid w:val="001B5BC0"/>
    <w:rsid w:val="001C4805"/>
    <w:rsid w:val="001D1E86"/>
    <w:rsid w:val="001D2972"/>
    <w:rsid w:val="001D4741"/>
    <w:rsid w:val="001D6D7A"/>
    <w:rsid w:val="001D7EDB"/>
    <w:rsid w:val="001E2140"/>
    <w:rsid w:val="001E3E1C"/>
    <w:rsid w:val="001E7352"/>
    <w:rsid w:val="001F1D5B"/>
    <w:rsid w:val="001F285E"/>
    <w:rsid w:val="001F2B4D"/>
    <w:rsid w:val="0020387A"/>
    <w:rsid w:val="00204753"/>
    <w:rsid w:val="00207088"/>
    <w:rsid w:val="002149D0"/>
    <w:rsid w:val="002178AC"/>
    <w:rsid w:val="00223388"/>
    <w:rsid w:val="0022442F"/>
    <w:rsid w:val="00224B69"/>
    <w:rsid w:val="0022547C"/>
    <w:rsid w:val="0022751A"/>
    <w:rsid w:val="00233BFE"/>
    <w:rsid w:val="00250060"/>
    <w:rsid w:val="0025410A"/>
    <w:rsid w:val="00256981"/>
    <w:rsid w:val="00261631"/>
    <w:rsid w:val="00267A91"/>
    <w:rsid w:val="00267E59"/>
    <w:rsid w:val="002762A3"/>
    <w:rsid w:val="002771ED"/>
    <w:rsid w:val="0028012F"/>
    <w:rsid w:val="00280B49"/>
    <w:rsid w:val="00287876"/>
    <w:rsid w:val="0029248B"/>
    <w:rsid w:val="00292C53"/>
    <w:rsid w:val="00294C32"/>
    <w:rsid w:val="00294E22"/>
    <w:rsid w:val="00296919"/>
    <w:rsid w:val="002972EB"/>
    <w:rsid w:val="002A0EF2"/>
    <w:rsid w:val="002B09DC"/>
    <w:rsid w:val="002B1747"/>
    <w:rsid w:val="002C194B"/>
    <w:rsid w:val="002C36ED"/>
    <w:rsid w:val="002C59BA"/>
    <w:rsid w:val="002C625B"/>
    <w:rsid w:val="002C66FB"/>
    <w:rsid w:val="002D1745"/>
    <w:rsid w:val="002D7B07"/>
    <w:rsid w:val="002E0EBB"/>
    <w:rsid w:val="002F08DF"/>
    <w:rsid w:val="002F3535"/>
    <w:rsid w:val="002F5764"/>
    <w:rsid w:val="00301AA9"/>
    <w:rsid w:val="003117F6"/>
    <w:rsid w:val="00311AE6"/>
    <w:rsid w:val="00330CA7"/>
    <w:rsid w:val="0033493B"/>
    <w:rsid w:val="00340B46"/>
    <w:rsid w:val="003512FB"/>
    <w:rsid w:val="0035187D"/>
    <w:rsid w:val="003533B8"/>
    <w:rsid w:val="00354751"/>
    <w:rsid w:val="00370440"/>
    <w:rsid w:val="003752BE"/>
    <w:rsid w:val="0037644B"/>
    <w:rsid w:val="00377662"/>
    <w:rsid w:val="003970C5"/>
    <w:rsid w:val="003A346A"/>
    <w:rsid w:val="003B0184"/>
    <w:rsid w:val="003B13BC"/>
    <w:rsid w:val="003B2917"/>
    <w:rsid w:val="003B541B"/>
    <w:rsid w:val="003B5582"/>
    <w:rsid w:val="003C20D1"/>
    <w:rsid w:val="003C7537"/>
    <w:rsid w:val="003E154F"/>
    <w:rsid w:val="003E2B2F"/>
    <w:rsid w:val="003E2F69"/>
    <w:rsid w:val="003E6046"/>
    <w:rsid w:val="003F16F9"/>
    <w:rsid w:val="00430C1F"/>
    <w:rsid w:val="00432590"/>
    <w:rsid w:val="00437318"/>
    <w:rsid w:val="004404C7"/>
    <w:rsid w:val="00442595"/>
    <w:rsid w:val="00442D94"/>
    <w:rsid w:val="004476FC"/>
    <w:rsid w:val="0045323E"/>
    <w:rsid w:val="00455893"/>
    <w:rsid w:val="0047091F"/>
    <w:rsid w:val="00473E00"/>
    <w:rsid w:val="004811A7"/>
    <w:rsid w:val="0048248E"/>
    <w:rsid w:val="004861C5"/>
    <w:rsid w:val="004A16FC"/>
    <w:rsid w:val="004A1D01"/>
    <w:rsid w:val="004A5600"/>
    <w:rsid w:val="004A5BF2"/>
    <w:rsid w:val="004B0EE1"/>
    <w:rsid w:val="004C087A"/>
    <w:rsid w:val="004D0D83"/>
    <w:rsid w:val="004D24EE"/>
    <w:rsid w:val="004E189F"/>
    <w:rsid w:val="004E1DF1"/>
    <w:rsid w:val="004E2255"/>
    <w:rsid w:val="004E501B"/>
    <w:rsid w:val="004E5592"/>
    <w:rsid w:val="004F3A89"/>
    <w:rsid w:val="0050055B"/>
    <w:rsid w:val="005034BC"/>
    <w:rsid w:val="00504495"/>
    <w:rsid w:val="0051093D"/>
    <w:rsid w:val="0051540D"/>
    <w:rsid w:val="00524710"/>
    <w:rsid w:val="00546E8E"/>
    <w:rsid w:val="00550784"/>
    <w:rsid w:val="005519D4"/>
    <w:rsid w:val="00555342"/>
    <w:rsid w:val="00555BCA"/>
    <w:rsid w:val="005560E2"/>
    <w:rsid w:val="00575039"/>
    <w:rsid w:val="005767D5"/>
    <w:rsid w:val="005A452E"/>
    <w:rsid w:val="005A6506"/>
    <w:rsid w:val="005B4275"/>
    <w:rsid w:val="005B495F"/>
    <w:rsid w:val="005D132D"/>
    <w:rsid w:val="005E383D"/>
    <w:rsid w:val="005E75D9"/>
    <w:rsid w:val="005F115D"/>
    <w:rsid w:val="005F454A"/>
    <w:rsid w:val="005F5BB2"/>
    <w:rsid w:val="00600B38"/>
    <w:rsid w:val="0060216F"/>
    <w:rsid w:val="0060427B"/>
    <w:rsid w:val="0060653A"/>
    <w:rsid w:val="00620350"/>
    <w:rsid w:val="00620AFF"/>
    <w:rsid w:val="0063222E"/>
    <w:rsid w:val="006355D8"/>
    <w:rsid w:val="00637CFD"/>
    <w:rsid w:val="006429C5"/>
    <w:rsid w:val="00642ECD"/>
    <w:rsid w:val="0065024C"/>
    <w:rsid w:val="006502A0"/>
    <w:rsid w:val="00662D9D"/>
    <w:rsid w:val="0066451C"/>
    <w:rsid w:val="00670B2B"/>
    <w:rsid w:val="006772F5"/>
    <w:rsid w:val="0068683E"/>
    <w:rsid w:val="006A01DE"/>
    <w:rsid w:val="006B0615"/>
    <w:rsid w:val="006B13AC"/>
    <w:rsid w:val="006B5A56"/>
    <w:rsid w:val="006B7674"/>
    <w:rsid w:val="006C210B"/>
    <w:rsid w:val="006C2DD9"/>
    <w:rsid w:val="006D0331"/>
    <w:rsid w:val="006D0E5B"/>
    <w:rsid w:val="006D166B"/>
    <w:rsid w:val="006E19F4"/>
    <w:rsid w:val="006E353A"/>
    <w:rsid w:val="006E616D"/>
    <w:rsid w:val="006E73AB"/>
    <w:rsid w:val="006F01D8"/>
    <w:rsid w:val="006F3279"/>
    <w:rsid w:val="00702400"/>
    <w:rsid w:val="00704AEE"/>
    <w:rsid w:val="007100E4"/>
    <w:rsid w:val="0071034F"/>
    <w:rsid w:val="00722F9A"/>
    <w:rsid w:val="00725949"/>
    <w:rsid w:val="00734EAE"/>
    <w:rsid w:val="00754539"/>
    <w:rsid w:val="00757297"/>
    <w:rsid w:val="00757DA9"/>
    <w:rsid w:val="00760E08"/>
    <w:rsid w:val="00761D32"/>
    <w:rsid w:val="00763B11"/>
    <w:rsid w:val="00764492"/>
    <w:rsid w:val="00764F3E"/>
    <w:rsid w:val="00765ED7"/>
    <w:rsid w:val="00782B1F"/>
    <w:rsid w:val="00786533"/>
    <w:rsid w:val="00793235"/>
    <w:rsid w:val="00795CB4"/>
    <w:rsid w:val="00796DDA"/>
    <w:rsid w:val="007A1C73"/>
    <w:rsid w:val="007A3C86"/>
    <w:rsid w:val="007A683E"/>
    <w:rsid w:val="007A748B"/>
    <w:rsid w:val="007C3B28"/>
    <w:rsid w:val="007D1D65"/>
    <w:rsid w:val="007D2B7C"/>
    <w:rsid w:val="007D74DB"/>
    <w:rsid w:val="007E0A9E"/>
    <w:rsid w:val="007E336B"/>
    <w:rsid w:val="007E5309"/>
    <w:rsid w:val="007F6C23"/>
    <w:rsid w:val="0080002D"/>
    <w:rsid w:val="00800DE1"/>
    <w:rsid w:val="008020DC"/>
    <w:rsid w:val="00802843"/>
    <w:rsid w:val="00813EB8"/>
    <w:rsid w:val="00813F47"/>
    <w:rsid w:val="00820244"/>
    <w:rsid w:val="00821188"/>
    <w:rsid w:val="00825467"/>
    <w:rsid w:val="008278DF"/>
    <w:rsid w:val="00830E99"/>
    <w:rsid w:val="00834FA6"/>
    <w:rsid w:val="0083566F"/>
    <w:rsid w:val="008413DD"/>
    <w:rsid w:val="008450D6"/>
    <w:rsid w:val="008544D9"/>
    <w:rsid w:val="00856FCA"/>
    <w:rsid w:val="00862562"/>
    <w:rsid w:val="0086448F"/>
    <w:rsid w:val="00867DEE"/>
    <w:rsid w:val="00871FDD"/>
    <w:rsid w:val="00872EB4"/>
    <w:rsid w:val="00873B8C"/>
    <w:rsid w:val="00876E4F"/>
    <w:rsid w:val="008828FE"/>
    <w:rsid w:val="008879DD"/>
    <w:rsid w:val="00896C86"/>
    <w:rsid w:val="008A28DA"/>
    <w:rsid w:val="008A405F"/>
    <w:rsid w:val="008A4BCA"/>
    <w:rsid w:val="008B27BF"/>
    <w:rsid w:val="008B7BCC"/>
    <w:rsid w:val="008C07C9"/>
    <w:rsid w:val="008C7F34"/>
    <w:rsid w:val="008D0FA6"/>
    <w:rsid w:val="008E032D"/>
    <w:rsid w:val="008E13E0"/>
    <w:rsid w:val="008E580C"/>
    <w:rsid w:val="008F24A5"/>
    <w:rsid w:val="0090047A"/>
    <w:rsid w:val="00913AD8"/>
    <w:rsid w:val="00914F39"/>
    <w:rsid w:val="00915FB6"/>
    <w:rsid w:val="00917940"/>
    <w:rsid w:val="00925026"/>
    <w:rsid w:val="00931264"/>
    <w:rsid w:val="00942A4B"/>
    <w:rsid w:val="00947EA5"/>
    <w:rsid w:val="00954230"/>
    <w:rsid w:val="00955B27"/>
    <w:rsid w:val="00961D59"/>
    <w:rsid w:val="0097512A"/>
    <w:rsid w:val="0097760A"/>
    <w:rsid w:val="009835E1"/>
    <w:rsid w:val="00984706"/>
    <w:rsid w:val="00985C3D"/>
    <w:rsid w:val="0098615B"/>
    <w:rsid w:val="0099654B"/>
    <w:rsid w:val="009A20C9"/>
    <w:rsid w:val="009B2B7F"/>
    <w:rsid w:val="009B2D55"/>
    <w:rsid w:val="009C0343"/>
    <w:rsid w:val="009D762B"/>
    <w:rsid w:val="009E01C8"/>
    <w:rsid w:val="009E0D11"/>
    <w:rsid w:val="00A11CC0"/>
    <w:rsid w:val="00A13BF7"/>
    <w:rsid w:val="00A14F29"/>
    <w:rsid w:val="00A15646"/>
    <w:rsid w:val="00A22DAA"/>
    <w:rsid w:val="00A24A16"/>
    <w:rsid w:val="00A26B0B"/>
    <w:rsid w:val="00A30604"/>
    <w:rsid w:val="00A314B6"/>
    <w:rsid w:val="00A34A77"/>
    <w:rsid w:val="00A361D8"/>
    <w:rsid w:val="00A37D14"/>
    <w:rsid w:val="00A433E4"/>
    <w:rsid w:val="00A53790"/>
    <w:rsid w:val="00A6168B"/>
    <w:rsid w:val="00A62028"/>
    <w:rsid w:val="00A678F8"/>
    <w:rsid w:val="00AA6236"/>
    <w:rsid w:val="00AA66F3"/>
    <w:rsid w:val="00AA7008"/>
    <w:rsid w:val="00AB1091"/>
    <w:rsid w:val="00AB178D"/>
    <w:rsid w:val="00AB6AE7"/>
    <w:rsid w:val="00AC058E"/>
    <w:rsid w:val="00AC423B"/>
    <w:rsid w:val="00AD21F5"/>
    <w:rsid w:val="00AD5043"/>
    <w:rsid w:val="00AE1226"/>
    <w:rsid w:val="00AE3956"/>
    <w:rsid w:val="00AE5FB7"/>
    <w:rsid w:val="00AF0E74"/>
    <w:rsid w:val="00AF7DB9"/>
    <w:rsid w:val="00B0376F"/>
    <w:rsid w:val="00B06225"/>
    <w:rsid w:val="00B06D46"/>
    <w:rsid w:val="00B23C7A"/>
    <w:rsid w:val="00B2402B"/>
    <w:rsid w:val="00B346B5"/>
    <w:rsid w:val="00B36046"/>
    <w:rsid w:val="00B37C53"/>
    <w:rsid w:val="00B42E62"/>
    <w:rsid w:val="00B4362D"/>
    <w:rsid w:val="00B45F4B"/>
    <w:rsid w:val="00B46FF9"/>
    <w:rsid w:val="00B5392B"/>
    <w:rsid w:val="00B56753"/>
    <w:rsid w:val="00B56D3A"/>
    <w:rsid w:val="00B625E2"/>
    <w:rsid w:val="00B6703E"/>
    <w:rsid w:val="00B70876"/>
    <w:rsid w:val="00B75483"/>
    <w:rsid w:val="00B81360"/>
    <w:rsid w:val="00B832B7"/>
    <w:rsid w:val="00BA0826"/>
    <w:rsid w:val="00BA5A78"/>
    <w:rsid w:val="00BA7952"/>
    <w:rsid w:val="00BB3EA6"/>
    <w:rsid w:val="00BB63DA"/>
    <w:rsid w:val="00BC0A63"/>
    <w:rsid w:val="00BD078C"/>
    <w:rsid w:val="00BD0ACC"/>
    <w:rsid w:val="00BD3160"/>
    <w:rsid w:val="00BE27BE"/>
    <w:rsid w:val="00BF0BBF"/>
    <w:rsid w:val="00BF4BDB"/>
    <w:rsid w:val="00BF6C8A"/>
    <w:rsid w:val="00C05571"/>
    <w:rsid w:val="00C06521"/>
    <w:rsid w:val="00C11971"/>
    <w:rsid w:val="00C129CB"/>
    <w:rsid w:val="00C15989"/>
    <w:rsid w:val="00C23D64"/>
    <w:rsid w:val="00C246CE"/>
    <w:rsid w:val="00C30FD7"/>
    <w:rsid w:val="00C47196"/>
    <w:rsid w:val="00C5553B"/>
    <w:rsid w:val="00C57FA2"/>
    <w:rsid w:val="00C63844"/>
    <w:rsid w:val="00C6585E"/>
    <w:rsid w:val="00C7023E"/>
    <w:rsid w:val="00C70EFB"/>
    <w:rsid w:val="00C72918"/>
    <w:rsid w:val="00C83E81"/>
    <w:rsid w:val="00C86400"/>
    <w:rsid w:val="00C8752B"/>
    <w:rsid w:val="00C8765D"/>
    <w:rsid w:val="00C90F81"/>
    <w:rsid w:val="00C910AC"/>
    <w:rsid w:val="00C9265A"/>
    <w:rsid w:val="00CA4C30"/>
    <w:rsid w:val="00CB407E"/>
    <w:rsid w:val="00CB6A0B"/>
    <w:rsid w:val="00CC2E4D"/>
    <w:rsid w:val="00CC50F3"/>
    <w:rsid w:val="00CC615E"/>
    <w:rsid w:val="00CC78A5"/>
    <w:rsid w:val="00CC7B16"/>
    <w:rsid w:val="00CD2673"/>
    <w:rsid w:val="00CE15FE"/>
    <w:rsid w:val="00CE7273"/>
    <w:rsid w:val="00D02E15"/>
    <w:rsid w:val="00D14F44"/>
    <w:rsid w:val="00D20F67"/>
    <w:rsid w:val="00D278E8"/>
    <w:rsid w:val="00D32242"/>
    <w:rsid w:val="00D343AA"/>
    <w:rsid w:val="00D37C54"/>
    <w:rsid w:val="00D40D1E"/>
    <w:rsid w:val="00D421C8"/>
    <w:rsid w:val="00D43788"/>
    <w:rsid w:val="00D44604"/>
    <w:rsid w:val="00D45001"/>
    <w:rsid w:val="00D479B3"/>
    <w:rsid w:val="00D5015D"/>
    <w:rsid w:val="00D51657"/>
    <w:rsid w:val="00D52283"/>
    <w:rsid w:val="00D524E5"/>
    <w:rsid w:val="00D628B6"/>
    <w:rsid w:val="00D6661B"/>
    <w:rsid w:val="00D72FEF"/>
    <w:rsid w:val="00D755FA"/>
    <w:rsid w:val="00DA6A14"/>
    <w:rsid w:val="00DA7B5E"/>
    <w:rsid w:val="00DB3123"/>
    <w:rsid w:val="00DB7449"/>
    <w:rsid w:val="00DB7471"/>
    <w:rsid w:val="00DC3DB9"/>
    <w:rsid w:val="00DC4A4E"/>
    <w:rsid w:val="00DD1874"/>
    <w:rsid w:val="00DD63BD"/>
    <w:rsid w:val="00DE4DAC"/>
    <w:rsid w:val="00DE58E2"/>
    <w:rsid w:val="00DF1F5E"/>
    <w:rsid w:val="00DF5029"/>
    <w:rsid w:val="00E1430E"/>
    <w:rsid w:val="00E172C6"/>
    <w:rsid w:val="00E22B55"/>
    <w:rsid w:val="00E24309"/>
    <w:rsid w:val="00E265C9"/>
    <w:rsid w:val="00E31116"/>
    <w:rsid w:val="00E349CE"/>
    <w:rsid w:val="00E53D82"/>
    <w:rsid w:val="00E54437"/>
    <w:rsid w:val="00E5697D"/>
    <w:rsid w:val="00E6062E"/>
    <w:rsid w:val="00E630D3"/>
    <w:rsid w:val="00E66945"/>
    <w:rsid w:val="00E66D97"/>
    <w:rsid w:val="00E7011B"/>
    <w:rsid w:val="00E73EEF"/>
    <w:rsid w:val="00E74454"/>
    <w:rsid w:val="00E753A9"/>
    <w:rsid w:val="00E75DFB"/>
    <w:rsid w:val="00E8061E"/>
    <w:rsid w:val="00E85322"/>
    <w:rsid w:val="00E85A74"/>
    <w:rsid w:val="00EA1620"/>
    <w:rsid w:val="00EC17F1"/>
    <w:rsid w:val="00EE2AE7"/>
    <w:rsid w:val="00EE6B97"/>
    <w:rsid w:val="00F02265"/>
    <w:rsid w:val="00F12C3B"/>
    <w:rsid w:val="00F24031"/>
    <w:rsid w:val="00F24AE0"/>
    <w:rsid w:val="00F26884"/>
    <w:rsid w:val="00F34FD0"/>
    <w:rsid w:val="00F36041"/>
    <w:rsid w:val="00F40370"/>
    <w:rsid w:val="00F524F7"/>
    <w:rsid w:val="00F5253D"/>
    <w:rsid w:val="00F5797D"/>
    <w:rsid w:val="00F604E7"/>
    <w:rsid w:val="00F66FF6"/>
    <w:rsid w:val="00F74824"/>
    <w:rsid w:val="00F75F0D"/>
    <w:rsid w:val="00F82443"/>
    <w:rsid w:val="00F8355F"/>
    <w:rsid w:val="00F856CE"/>
    <w:rsid w:val="00F90D64"/>
    <w:rsid w:val="00F91114"/>
    <w:rsid w:val="00F95F3E"/>
    <w:rsid w:val="00FA14FE"/>
    <w:rsid w:val="00FA3196"/>
    <w:rsid w:val="00FB1FF6"/>
    <w:rsid w:val="00FB3D4C"/>
    <w:rsid w:val="00FC3779"/>
    <w:rsid w:val="00FC7F2F"/>
    <w:rsid w:val="00FE33DD"/>
    <w:rsid w:val="00FE427C"/>
    <w:rsid w:val="00FE50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3EC4D3-8401-4C33-9843-AEAB4D92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customStyle="1" w:styleId="EndNoteBibliographyTitle">
    <w:name w:val="EndNote Bibliography Title"/>
    <w:basedOn w:val="Normal"/>
    <w:link w:val="EndNoteBibliographyTitleChar"/>
    <w:rsid w:val="00F24AE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24AE0"/>
    <w:rPr>
      <w:rFonts w:ascii="Calibri" w:hAnsi="Calibri" w:cs="Calibri"/>
      <w:noProof/>
      <w:lang w:val="en-US"/>
    </w:rPr>
  </w:style>
  <w:style w:type="paragraph" w:customStyle="1" w:styleId="EndNoteBibliography">
    <w:name w:val="EndNote Bibliography"/>
    <w:basedOn w:val="Normal"/>
    <w:link w:val="EndNoteBibliographyChar"/>
    <w:rsid w:val="00F24AE0"/>
    <w:rPr>
      <w:rFonts w:ascii="Calibri" w:hAnsi="Calibri" w:cs="Calibri"/>
      <w:noProof/>
      <w:lang w:val="en-US"/>
    </w:rPr>
  </w:style>
  <w:style w:type="character" w:customStyle="1" w:styleId="EndNoteBibliographyChar">
    <w:name w:val="EndNote Bibliography Char"/>
    <w:basedOn w:val="DefaultParagraphFont"/>
    <w:link w:val="EndNoteBibliography"/>
    <w:rsid w:val="00F24AE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59881">
      <w:bodyDiv w:val="1"/>
      <w:marLeft w:val="0"/>
      <w:marRight w:val="0"/>
      <w:marTop w:val="0"/>
      <w:marBottom w:val="0"/>
      <w:divBdr>
        <w:top w:val="none" w:sz="0" w:space="0" w:color="auto"/>
        <w:left w:val="none" w:sz="0" w:space="0" w:color="auto"/>
        <w:bottom w:val="none" w:sz="0" w:space="0" w:color="auto"/>
        <w:right w:val="none" w:sz="0" w:space="0" w:color="auto"/>
      </w:divBdr>
    </w:div>
    <w:div w:id="1366906682">
      <w:bodyDiv w:val="1"/>
      <w:marLeft w:val="0"/>
      <w:marRight w:val="0"/>
      <w:marTop w:val="0"/>
      <w:marBottom w:val="0"/>
      <w:divBdr>
        <w:top w:val="none" w:sz="0" w:space="0" w:color="auto"/>
        <w:left w:val="none" w:sz="0" w:space="0" w:color="auto"/>
        <w:bottom w:val="none" w:sz="0" w:space="0" w:color="auto"/>
        <w:right w:val="none" w:sz="0" w:space="0" w:color="auto"/>
      </w:divBdr>
    </w:div>
    <w:div w:id="152359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mp"/><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tmp"/><Relationship Id="rId23" Type="http://schemas.openxmlformats.org/officeDocument/2006/relationships/footer" Target="footer1.xml"/><Relationship Id="rId10" Type="http://schemas.openxmlformats.org/officeDocument/2006/relationships/image" Target="media/image4.tmp"/><Relationship Id="rId19" Type="http://schemas.openxmlformats.org/officeDocument/2006/relationships/image" Target="media/image12.tmp"/><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tmp"/><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Teacher%20notes_Key%20conce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.BEST_Template_Physics_Teacher notes_Key concept.dotx</Template>
  <TotalTime>1318</TotalTime>
  <Pages>8</Pages>
  <Words>3324</Words>
  <Characters>18952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67</cp:revision>
  <cp:lastPrinted>2018-01-23T10:03:00Z</cp:lastPrinted>
  <dcterms:created xsi:type="dcterms:W3CDTF">2022-01-12T13:40:00Z</dcterms:created>
  <dcterms:modified xsi:type="dcterms:W3CDTF">2022-02-17T15:28:00Z</dcterms:modified>
</cp:coreProperties>
</file>